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BF59D" w14:textId="4038146C" w:rsidR="009133AC" w:rsidRDefault="009133AC" w:rsidP="009133AC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  <w:lang w:eastAsia="ar-SA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  <w:r w:rsidRPr="002072C1">
        <w:rPr>
          <w:rFonts w:ascii="Corbel" w:hAnsi="Corbel"/>
          <w:b/>
          <w:bCs/>
          <w:sz w:val="24"/>
          <w:szCs w:val="24"/>
        </w:rPr>
        <w:tab/>
      </w:r>
    </w:p>
    <w:p w14:paraId="476A6363" w14:textId="77777777" w:rsidR="009133AC" w:rsidRDefault="009133AC" w:rsidP="00767F1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</w:p>
    <w:p w14:paraId="07DB2A4F" w14:textId="5032C989" w:rsidR="00767F17" w:rsidRPr="00767F17" w:rsidRDefault="00767F17" w:rsidP="00767F1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67F1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DF2CF9E" w14:textId="61F6AB30" w:rsidR="00767F17" w:rsidRPr="00767F17" w:rsidRDefault="00767F17" w:rsidP="00767F1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67F1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133AC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67F1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133AC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503B67F" w14:textId="464290E6" w:rsidR="00767F17" w:rsidRDefault="00767F17" w:rsidP="00767F17">
      <w:pPr>
        <w:suppressAutoHyphens/>
        <w:spacing w:after="0" w:line="240" w:lineRule="exact"/>
        <w:ind w:left="5664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(skrajne daty)</w:t>
      </w:r>
    </w:p>
    <w:p w14:paraId="4D469BB3" w14:textId="172A533B" w:rsidR="00767F17" w:rsidRPr="00767F17" w:rsidRDefault="00767F17" w:rsidP="00767F1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67F17">
        <w:rPr>
          <w:rFonts w:ascii="Corbel" w:hAnsi="Corbel"/>
          <w:sz w:val="20"/>
          <w:szCs w:val="20"/>
          <w:lang w:eastAsia="ar-SA"/>
        </w:rPr>
        <w:t>Rok akademicki 202</w:t>
      </w:r>
      <w:r w:rsidR="009133AC">
        <w:rPr>
          <w:rFonts w:ascii="Corbel" w:hAnsi="Corbel"/>
          <w:sz w:val="20"/>
          <w:szCs w:val="20"/>
          <w:lang w:eastAsia="ar-SA"/>
        </w:rPr>
        <w:t>7</w:t>
      </w:r>
      <w:r w:rsidRPr="00767F17">
        <w:rPr>
          <w:rFonts w:ascii="Corbel" w:hAnsi="Corbel"/>
          <w:sz w:val="20"/>
          <w:szCs w:val="20"/>
          <w:lang w:eastAsia="ar-SA"/>
        </w:rPr>
        <w:t>/202</w:t>
      </w:r>
      <w:r w:rsidR="009133AC">
        <w:rPr>
          <w:rFonts w:ascii="Corbel" w:hAnsi="Corbel"/>
          <w:sz w:val="20"/>
          <w:szCs w:val="20"/>
          <w:lang w:eastAsia="ar-SA"/>
        </w:rPr>
        <w:t>8</w:t>
      </w:r>
    </w:p>
    <w:p w14:paraId="6263039C" w14:textId="77777777" w:rsidR="00B47F96" w:rsidRPr="00F4223D" w:rsidRDefault="00B47F9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E735E" w14:textId="77777777" w:rsidR="0085747A" w:rsidRPr="00F42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="0085747A" w:rsidRPr="00F4223D">
        <w:rPr>
          <w:rFonts w:ascii="Corbel" w:hAnsi="Corbel"/>
          <w:szCs w:val="24"/>
        </w:rPr>
        <w:t xml:space="preserve">Podstawowe </w:t>
      </w:r>
      <w:r w:rsidR="00445970" w:rsidRPr="00F422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4223D" w14:paraId="1D24794A" w14:textId="77777777" w:rsidTr="7FB3ECD2">
        <w:tc>
          <w:tcPr>
            <w:tcW w:w="2694" w:type="dxa"/>
            <w:vAlign w:val="center"/>
          </w:tcPr>
          <w:p w14:paraId="267C9F2A" w14:textId="77777777" w:rsidR="0085747A" w:rsidRPr="00F42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F2C2B6" w14:textId="77777777" w:rsidR="0085747A" w:rsidRPr="00F4223D" w:rsidRDefault="00100001" w:rsidP="53EA3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3EA3F55">
              <w:rPr>
                <w:rFonts w:ascii="Corbel" w:hAnsi="Corbel"/>
                <w:bCs/>
                <w:sz w:val="24"/>
                <w:szCs w:val="24"/>
              </w:rPr>
              <w:t>Zagadnienia funkcji kontrolno-nadzorczych w systemie administracji publicznej</w:t>
            </w:r>
          </w:p>
        </w:tc>
      </w:tr>
      <w:tr w:rsidR="00A60D8A" w:rsidRPr="00F4223D" w14:paraId="43220CFB" w14:textId="77777777" w:rsidTr="7FB3ECD2">
        <w:tc>
          <w:tcPr>
            <w:tcW w:w="2694" w:type="dxa"/>
            <w:vAlign w:val="center"/>
          </w:tcPr>
          <w:p w14:paraId="1B4DD610" w14:textId="77777777" w:rsidR="00A60D8A" w:rsidRPr="00F4223D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419F6E9" w14:textId="77777777" w:rsidR="00A60D8A" w:rsidRPr="00F4223D" w:rsidRDefault="006968C7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0C5">
              <w:rPr>
                <w:rFonts w:ascii="Corbel" w:hAnsi="Corbel"/>
                <w:b w:val="0"/>
                <w:sz w:val="24"/>
                <w:szCs w:val="24"/>
              </w:rPr>
              <w:t>ASO 44</w:t>
            </w:r>
          </w:p>
        </w:tc>
      </w:tr>
      <w:tr w:rsidR="00257CF4" w:rsidRPr="00F4223D" w14:paraId="5A6EDDD4" w14:textId="77777777" w:rsidTr="7FB3ECD2">
        <w:tc>
          <w:tcPr>
            <w:tcW w:w="2694" w:type="dxa"/>
            <w:vAlign w:val="center"/>
          </w:tcPr>
          <w:p w14:paraId="0C58C5D7" w14:textId="77777777" w:rsidR="00257CF4" w:rsidRPr="00F4223D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4AA759D" w14:textId="32FF8952" w:rsidR="00257CF4" w:rsidRPr="00F4223D" w:rsidRDefault="009133AC" w:rsidP="53EA3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0DC3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257CF4" w:rsidRPr="00F4223D" w14:paraId="3455BA07" w14:textId="77777777" w:rsidTr="7FB3ECD2">
        <w:tc>
          <w:tcPr>
            <w:tcW w:w="2694" w:type="dxa"/>
            <w:vAlign w:val="center"/>
          </w:tcPr>
          <w:p w14:paraId="6A40E707" w14:textId="77777777" w:rsidR="00257CF4" w:rsidRPr="00F4223D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EBEFA7" w14:textId="1DC1F79A" w:rsidR="00257CF4" w:rsidRPr="00F4223D" w:rsidRDefault="00D91344" w:rsidP="7FB3EC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F4223D" w14:paraId="7B2C8EC7" w14:textId="77777777" w:rsidTr="7FB3ECD2">
        <w:tc>
          <w:tcPr>
            <w:tcW w:w="2694" w:type="dxa"/>
            <w:vAlign w:val="center"/>
          </w:tcPr>
          <w:p w14:paraId="57CE68A5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91746F" w14:textId="5F1F0E96" w:rsidR="00177C0C" w:rsidRPr="00F4223D" w:rsidRDefault="000A5219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F4223D" w14:paraId="18A83D33" w14:textId="77777777" w:rsidTr="7FB3ECD2">
        <w:tc>
          <w:tcPr>
            <w:tcW w:w="2694" w:type="dxa"/>
            <w:vAlign w:val="center"/>
          </w:tcPr>
          <w:p w14:paraId="776E5AEE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595D" w14:textId="77777777" w:rsidR="00177C0C" w:rsidRPr="00F4223D" w:rsidRDefault="00EE637C" w:rsidP="00EE63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="006C4E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5269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F4223D" w14:paraId="28E2A775" w14:textId="77777777" w:rsidTr="7FB3ECD2">
        <w:tc>
          <w:tcPr>
            <w:tcW w:w="2694" w:type="dxa"/>
            <w:vAlign w:val="center"/>
          </w:tcPr>
          <w:p w14:paraId="09407D09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097BE5" w14:textId="77777777" w:rsidR="00177C0C" w:rsidRPr="00F4223D" w:rsidRDefault="001C60C5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F4223D" w14:paraId="3F5244E4" w14:textId="77777777" w:rsidTr="7FB3ECD2">
        <w:tc>
          <w:tcPr>
            <w:tcW w:w="2694" w:type="dxa"/>
            <w:vAlign w:val="center"/>
          </w:tcPr>
          <w:p w14:paraId="1A3EEDE0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3870F4" w14:textId="77777777" w:rsidR="00177C0C" w:rsidRPr="00F4223D" w:rsidRDefault="001C79BF" w:rsidP="001C60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7C0C" w:rsidRPr="00F4223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F4223D" w14:paraId="07D894AA" w14:textId="77777777" w:rsidTr="7FB3ECD2">
        <w:tc>
          <w:tcPr>
            <w:tcW w:w="2694" w:type="dxa"/>
            <w:vAlign w:val="center"/>
          </w:tcPr>
          <w:p w14:paraId="5229A93B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4E2470" w14:textId="07D145EE" w:rsidR="00177C0C" w:rsidRPr="00F4223D" w:rsidRDefault="000A5219" w:rsidP="007F2D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351FB" w:rsidRPr="53EA3F5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36CD" w:rsidRPr="53EA3F5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74A5A997" w:rsidRPr="53EA3F55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7F2DFD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1078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177C0C" w:rsidRPr="00F4223D" w14:paraId="3E89A896" w14:textId="77777777" w:rsidTr="7FB3ECD2">
        <w:tc>
          <w:tcPr>
            <w:tcW w:w="2694" w:type="dxa"/>
            <w:vAlign w:val="center"/>
          </w:tcPr>
          <w:p w14:paraId="1ACBE52C" w14:textId="77777777" w:rsidR="00177C0C" w:rsidRPr="00ED2CB7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23914B" w14:textId="77777777" w:rsidR="00177C0C" w:rsidRPr="00ED2CB7" w:rsidRDefault="000236C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2CB7"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177C0C" w:rsidRPr="00F4223D" w14:paraId="1BCA459E" w14:textId="77777777" w:rsidTr="7FB3ECD2">
        <w:tc>
          <w:tcPr>
            <w:tcW w:w="2694" w:type="dxa"/>
            <w:vAlign w:val="center"/>
          </w:tcPr>
          <w:p w14:paraId="42156120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3BF246" w14:textId="77777777" w:rsidR="00177C0C" w:rsidRPr="00F4223D" w:rsidRDefault="001C60C5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F42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F4223D" w14:paraId="2B4795B6" w14:textId="77777777" w:rsidTr="7FB3ECD2">
        <w:tc>
          <w:tcPr>
            <w:tcW w:w="2694" w:type="dxa"/>
            <w:vAlign w:val="center"/>
          </w:tcPr>
          <w:p w14:paraId="39DD7E3D" w14:textId="77777777" w:rsidR="00177C0C" w:rsidRPr="00F4223D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40BAB6" w14:textId="0D85C395" w:rsidR="00177C0C" w:rsidRPr="00F4223D" w:rsidRDefault="00F27272" w:rsidP="001C60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C60C5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2F3E54" w:rsidRPr="00F4223D" w14:paraId="00E13D22" w14:textId="77777777" w:rsidTr="7FB3ECD2">
        <w:tc>
          <w:tcPr>
            <w:tcW w:w="2694" w:type="dxa"/>
            <w:vAlign w:val="center"/>
          </w:tcPr>
          <w:p w14:paraId="7447266E" w14:textId="77777777" w:rsidR="002F3E54" w:rsidRPr="00F4223D" w:rsidRDefault="002F3E54" w:rsidP="002F3E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9A41F5" w14:textId="04D95E03" w:rsidR="002F3E54" w:rsidRPr="00F4223D" w:rsidRDefault="00F27272" w:rsidP="002F3E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3E54">
              <w:rPr>
                <w:rFonts w:ascii="Corbel" w:hAnsi="Corbel"/>
                <w:b w:val="0"/>
                <w:sz w:val="24"/>
                <w:szCs w:val="24"/>
              </w:rPr>
              <w:t>r hab. Agata Barczewska-Dziobek</w:t>
            </w:r>
            <w:r w:rsidR="00B47F9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BF2EEC2" w14:textId="79246EF5" w:rsidR="0085747A" w:rsidRDefault="0085747A" w:rsidP="00F27272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7FB3ECD2">
        <w:rPr>
          <w:rFonts w:ascii="Corbel" w:hAnsi="Corbel"/>
          <w:sz w:val="24"/>
          <w:szCs w:val="24"/>
        </w:rPr>
        <w:t xml:space="preserve">* </w:t>
      </w:r>
      <w:r w:rsidRPr="7FB3ECD2">
        <w:rPr>
          <w:rFonts w:ascii="Corbel" w:hAnsi="Corbel"/>
          <w:i/>
          <w:iCs/>
          <w:sz w:val="24"/>
          <w:szCs w:val="24"/>
        </w:rPr>
        <w:t>-</w:t>
      </w:r>
      <w:r w:rsidR="00B90885" w:rsidRPr="7FB3EC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7FB3ECD2">
        <w:rPr>
          <w:rFonts w:ascii="Corbel" w:hAnsi="Corbel"/>
          <w:b w:val="0"/>
          <w:sz w:val="24"/>
          <w:szCs w:val="24"/>
        </w:rPr>
        <w:t>e,</w:t>
      </w:r>
      <w:r w:rsidR="18BC4F88" w:rsidRPr="7FB3ECD2">
        <w:rPr>
          <w:rFonts w:ascii="Corbel" w:hAnsi="Corbel"/>
          <w:b w:val="0"/>
          <w:sz w:val="24"/>
          <w:szCs w:val="24"/>
        </w:rPr>
        <w:t xml:space="preserve"> </w:t>
      </w:r>
      <w:r w:rsidRPr="7FB3EC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7FB3EC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F31BB2C" w14:textId="77777777" w:rsidR="00F27272" w:rsidRPr="00F4223D" w:rsidRDefault="00F27272" w:rsidP="00F272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3BD5A6" w14:textId="61E67D72" w:rsidR="0085747A" w:rsidRPr="00F4223D" w:rsidRDefault="0085747A" w:rsidP="00F27272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="00E22FBC" w:rsidRPr="00F4223D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>.</w:t>
      </w:r>
      <w:r w:rsidR="00F27272">
        <w:rPr>
          <w:rFonts w:ascii="Corbel" w:hAnsi="Corbel"/>
          <w:sz w:val="24"/>
          <w:szCs w:val="24"/>
        </w:rPr>
        <w:t xml:space="preserve"> </w:t>
      </w:r>
      <w:r w:rsidRPr="00F4223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2800F88" w14:textId="77777777" w:rsidR="00923D7D" w:rsidRPr="00F4223D" w:rsidRDefault="00923D7D" w:rsidP="00F272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4"/>
        <w:gridCol w:w="799"/>
        <w:gridCol w:w="975"/>
        <w:gridCol w:w="676"/>
        <w:gridCol w:w="821"/>
        <w:gridCol w:w="761"/>
        <w:gridCol w:w="948"/>
        <w:gridCol w:w="1188"/>
        <w:gridCol w:w="1501"/>
      </w:tblGrid>
      <w:tr w:rsidR="00015B8F" w:rsidRPr="00F4223D" w14:paraId="2A1607E3" w14:textId="77777777" w:rsidTr="53EA3F5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A029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Semestr</w:t>
            </w:r>
          </w:p>
          <w:p w14:paraId="356D10DF" w14:textId="77777777" w:rsidR="00015B8F" w:rsidRPr="00ED2CB7" w:rsidRDefault="002B5EA0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(</w:t>
            </w:r>
            <w:r w:rsidR="00363F78" w:rsidRPr="00ED2C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1BE5" w14:textId="206139FA" w:rsidR="00015B8F" w:rsidRPr="00ED2CB7" w:rsidRDefault="691847E5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3EA3F55">
              <w:rPr>
                <w:rFonts w:ascii="Corbel" w:hAnsi="Corbel"/>
              </w:rPr>
              <w:t>Wykł</w:t>
            </w:r>
            <w:proofErr w:type="spellEnd"/>
            <w:r w:rsidR="00F27272">
              <w:rPr>
                <w:rFonts w:ascii="Corbel" w:hAnsi="Corbel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F4B6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BFC2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Konw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66EB" w14:textId="77777777" w:rsidR="00015B8F" w:rsidRPr="00ED2CB7" w:rsidRDefault="691847E5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53EA3F55">
              <w:rPr>
                <w:rFonts w:ascii="Corbel" w:hAnsi="Corbel"/>
              </w:rPr>
              <w:t>Lab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1F5C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Sem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EC07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C00E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2CB7">
              <w:rPr>
                <w:rFonts w:ascii="Corbel" w:hAnsi="Corbel"/>
                <w:szCs w:val="24"/>
              </w:rPr>
              <w:t>Prakt</w:t>
            </w:r>
            <w:proofErr w:type="spellEnd"/>
            <w:r w:rsidRPr="00ED2C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A80F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D2C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3285" w14:textId="77777777" w:rsidR="00015B8F" w:rsidRPr="00ED2CB7" w:rsidRDefault="00015B8F" w:rsidP="00F2727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2CB7">
              <w:rPr>
                <w:rFonts w:ascii="Corbel" w:hAnsi="Corbel"/>
                <w:b/>
                <w:szCs w:val="24"/>
              </w:rPr>
              <w:t>Liczba pkt</w:t>
            </w:r>
            <w:r w:rsidR="00B90885" w:rsidRPr="00ED2CB7">
              <w:rPr>
                <w:rFonts w:ascii="Corbel" w:hAnsi="Corbel"/>
                <w:b/>
                <w:szCs w:val="24"/>
              </w:rPr>
              <w:t>.</w:t>
            </w:r>
            <w:r w:rsidRPr="00ED2C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4223D" w14:paraId="7CEF8293" w14:textId="77777777" w:rsidTr="005401D2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54B3" w14:textId="77777777" w:rsidR="00015B8F" w:rsidRPr="00ED2CB7" w:rsidRDefault="002F3E54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2A92" w14:textId="77777777" w:rsidR="00015B8F" w:rsidRPr="00ED2CB7" w:rsidRDefault="001C79B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1130" w14:textId="77777777" w:rsidR="00015B8F" w:rsidRPr="00ED2CB7" w:rsidRDefault="00015B8F" w:rsidP="00F27272">
            <w:pPr>
              <w:pStyle w:val="centralniewrubryce"/>
              <w:spacing w:before="0" w:after="0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1283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0EA6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BA44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92E1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82D9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B91D" w14:textId="77777777" w:rsidR="00015B8F" w:rsidRPr="00ED2CB7" w:rsidRDefault="00015B8F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7829" w14:textId="77777777" w:rsidR="00015B8F" w:rsidRPr="00ED2CB7" w:rsidRDefault="00EE637C" w:rsidP="00F272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13EC3" w14:textId="77777777" w:rsidR="00923D7D" w:rsidRPr="00F4223D" w:rsidRDefault="00923D7D" w:rsidP="00F272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16DF9" w14:textId="32B43BA6" w:rsidR="0085747A" w:rsidRDefault="0085747A" w:rsidP="00F272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="00E22FBC" w:rsidRPr="00F4223D">
        <w:rPr>
          <w:rFonts w:ascii="Corbel" w:hAnsi="Corbel"/>
          <w:smallCaps w:val="0"/>
          <w:szCs w:val="24"/>
        </w:rPr>
        <w:t>2</w:t>
      </w:r>
      <w:r w:rsidR="00F83B28" w:rsidRPr="00F4223D">
        <w:rPr>
          <w:rFonts w:ascii="Corbel" w:hAnsi="Corbel"/>
          <w:smallCaps w:val="0"/>
          <w:szCs w:val="24"/>
        </w:rPr>
        <w:t>.</w:t>
      </w:r>
      <w:r w:rsidR="00F83B28" w:rsidRPr="00F4223D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Sposób realizacji zajęć</w:t>
      </w:r>
    </w:p>
    <w:p w14:paraId="718BEF1E" w14:textId="77777777" w:rsidR="00F27272" w:rsidRPr="00F4223D" w:rsidRDefault="00F27272" w:rsidP="00F272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4A69A" w14:textId="77777777" w:rsidR="0085747A" w:rsidRPr="00F4223D" w:rsidRDefault="001C79BF" w:rsidP="00F2727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3351FB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3351FB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53EA3F55">
        <w:rPr>
          <w:rFonts w:ascii="Corbel" w:hAnsi="Corbel"/>
          <w:b w:val="0"/>
          <w:smallCaps w:val="0"/>
        </w:rPr>
        <w:t xml:space="preserve">zajęcia w formie tradycyjnej </w:t>
      </w:r>
    </w:p>
    <w:p w14:paraId="52581DD0" w14:textId="505FAFFE" w:rsidR="0085747A" w:rsidRPr="003351FB" w:rsidRDefault="005401D2" w:rsidP="00F2727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eastAsia="MS Gothic" w:hAnsi="Corbel" w:cs="MS Gothic"/>
          <w:bCs/>
          <w:color w:val="000000" w:themeColor="text1"/>
          <w:szCs w:val="24"/>
        </w:rPr>
        <w:t xml:space="preserve">  </w:t>
      </w:r>
      <w:r w:rsidR="001C79BF" w:rsidRPr="005401D2">
        <w:rPr>
          <w:rFonts w:ascii="Corbel" w:eastAsia="MS Gothic" w:hAnsi="Corbel" w:cs="MS Gothic"/>
          <w:bCs/>
          <w:color w:val="000000" w:themeColor="text1"/>
          <w:szCs w:val="24"/>
        </w:rPr>
        <w:t>x</w:t>
      </w:r>
      <w:r w:rsidR="0085747A" w:rsidRPr="003351FB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3351FB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6FB721CB" w14:textId="77777777" w:rsidR="00B47F96" w:rsidRDefault="00B47F96" w:rsidP="00F272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5B306E6C" w14:textId="2AB2E45E" w:rsidR="00E22FBC" w:rsidRPr="00F4223D" w:rsidRDefault="00E22FBC" w:rsidP="00F272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FB3ECD2">
        <w:rPr>
          <w:rFonts w:ascii="Corbel" w:hAnsi="Corbel"/>
          <w:smallCaps w:val="0"/>
        </w:rPr>
        <w:t>1.3</w:t>
      </w:r>
      <w:r w:rsidR="00F27272">
        <w:rPr>
          <w:rFonts w:ascii="Corbel" w:hAnsi="Corbel"/>
          <w:smallCaps w:val="0"/>
        </w:rPr>
        <w:t>.</w:t>
      </w:r>
      <w:r w:rsidRPr="7FB3ECD2">
        <w:rPr>
          <w:rFonts w:ascii="Corbel" w:hAnsi="Corbel"/>
          <w:smallCaps w:val="0"/>
        </w:rPr>
        <w:t xml:space="preserve"> For</w:t>
      </w:r>
      <w:r w:rsidR="00445970" w:rsidRPr="7FB3ECD2">
        <w:rPr>
          <w:rFonts w:ascii="Corbel" w:hAnsi="Corbel"/>
          <w:smallCaps w:val="0"/>
        </w:rPr>
        <w:t xml:space="preserve">ma zaliczenia przedmiotu </w:t>
      </w:r>
      <w:r w:rsidRPr="7FB3ECD2">
        <w:rPr>
          <w:rFonts w:ascii="Corbel" w:hAnsi="Corbel"/>
          <w:smallCaps w:val="0"/>
        </w:rPr>
        <w:t xml:space="preserve">(z toku) </w:t>
      </w:r>
      <w:r w:rsidRPr="7FB3ECD2">
        <w:rPr>
          <w:rFonts w:ascii="Corbel" w:hAnsi="Corbel"/>
          <w:b w:val="0"/>
          <w:smallCaps w:val="0"/>
        </w:rPr>
        <w:t>(egzamin, zaliczenie z oceną, zaliczenie bez oceny)</w:t>
      </w:r>
    </w:p>
    <w:p w14:paraId="6C091D6B" w14:textId="77777777" w:rsidR="00177C0C" w:rsidRPr="00F4223D" w:rsidRDefault="00177C0C" w:rsidP="00F272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A7933" w14:textId="13AF35D6" w:rsidR="009C54AE" w:rsidRDefault="001C67CF" w:rsidP="00F272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F27272">
        <w:rPr>
          <w:rFonts w:ascii="Corbel" w:hAnsi="Corbel"/>
          <w:b w:val="0"/>
          <w:smallCaps w:val="0"/>
          <w:szCs w:val="24"/>
        </w:rPr>
        <w:t>e</w:t>
      </w:r>
      <w:r w:rsidR="00ED2CB7">
        <w:rPr>
          <w:rFonts w:ascii="Corbel" w:hAnsi="Corbel"/>
          <w:b w:val="0"/>
          <w:smallCaps w:val="0"/>
          <w:szCs w:val="24"/>
        </w:rPr>
        <w:t xml:space="preserve">gzamin </w:t>
      </w:r>
    </w:p>
    <w:p w14:paraId="5207D0F6" w14:textId="77777777" w:rsidR="00E960BB" w:rsidRPr="00F4223D" w:rsidRDefault="00E960BB" w:rsidP="00F272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E854B2" w14:textId="43B1108F" w:rsidR="00E960BB" w:rsidRDefault="0085747A" w:rsidP="00F27272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>2.</w:t>
      </w:r>
      <w:r w:rsidR="00F27272">
        <w:rPr>
          <w:rFonts w:ascii="Corbel" w:hAnsi="Corbel"/>
          <w:szCs w:val="24"/>
        </w:rPr>
        <w:t xml:space="preserve"> </w:t>
      </w:r>
      <w:r w:rsidRPr="00F4223D">
        <w:rPr>
          <w:rFonts w:ascii="Corbel" w:hAnsi="Corbel"/>
          <w:szCs w:val="24"/>
        </w:rPr>
        <w:t xml:space="preserve">Wymagania wstępne </w:t>
      </w:r>
    </w:p>
    <w:p w14:paraId="3C05F6A6" w14:textId="77777777" w:rsidR="00BE6755" w:rsidRPr="00F4223D" w:rsidRDefault="00BE6755" w:rsidP="00F2727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F4223D" w14:paraId="20AF6C23" w14:textId="77777777" w:rsidTr="00F27272">
        <w:trPr>
          <w:trHeight w:val="361"/>
        </w:trPr>
        <w:tc>
          <w:tcPr>
            <w:tcW w:w="9349" w:type="dxa"/>
            <w:vAlign w:val="center"/>
          </w:tcPr>
          <w:p w14:paraId="4BD40ACE" w14:textId="05ADB6F1" w:rsidR="0085747A" w:rsidRPr="00F4223D" w:rsidRDefault="00EB6F9A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Znajomość organizacji i zadań administracji publicznej</w:t>
            </w:r>
            <w:r w:rsidR="00ED2CB7"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04D43264" w14:textId="77777777" w:rsidR="00153C41" w:rsidRPr="00F4223D" w:rsidRDefault="00153C41" w:rsidP="00F27272">
      <w:pPr>
        <w:pStyle w:val="Punktygwne"/>
        <w:spacing w:before="0" w:after="0"/>
        <w:rPr>
          <w:rFonts w:ascii="Corbel" w:hAnsi="Corbel"/>
          <w:szCs w:val="24"/>
        </w:rPr>
      </w:pPr>
    </w:p>
    <w:p w14:paraId="5B9DD83B" w14:textId="5F9865E0" w:rsidR="0085747A" w:rsidRPr="00F4223D" w:rsidRDefault="00B47F96" w:rsidP="00F2727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7FB3ECD2">
        <w:rPr>
          <w:rFonts w:ascii="Corbel" w:hAnsi="Corbel"/>
        </w:rPr>
        <w:lastRenderedPageBreak/>
        <w:t>3.</w:t>
      </w:r>
      <w:r w:rsidR="00A84C85" w:rsidRPr="7FB3ECD2">
        <w:rPr>
          <w:rFonts w:ascii="Corbel" w:hAnsi="Corbel"/>
        </w:rPr>
        <w:t>cele, efekty uczenia się</w:t>
      </w:r>
      <w:r w:rsidR="161C7FFA" w:rsidRPr="7FB3ECD2">
        <w:rPr>
          <w:rFonts w:ascii="Corbel" w:hAnsi="Corbel"/>
        </w:rPr>
        <w:t>,</w:t>
      </w:r>
      <w:r w:rsidR="0085747A" w:rsidRPr="7FB3ECD2">
        <w:rPr>
          <w:rFonts w:ascii="Corbel" w:hAnsi="Corbel"/>
        </w:rPr>
        <w:t xml:space="preserve"> treści Programowe i stosowane metody Dydaktyczne</w:t>
      </w:r>
    </w:p>
    <w:p w14:paraId="517D2839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7CF5E9" w14:textId="77777777" w:rsidR="0085747A" w:rsidRPr="00F42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="00C05F44" w:rsidRPr="00F4223D">
        <w:rPr>
          <w:rFonts w:ascii="Corbel" w:hAnsi="Corbel"/>
          <w:sz w:val="24"/>
          <w:szCs w:val="24"/>
        </w:rPr>
        <w:t>Cele przedmiotu</w:t>
      </w:r>
    </w:p>
    <w:p w14:paraId="59F2D85D" w14:textId="77777777" w:rsidR="00F83B28" w:rsidRPr="00F2727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4223D" w14:paraId="1686EA1F" w14:textId="77777777" w:rsidTr="7FB3ECD2">
        <w:tc>
          <w:tcPr>
            <w:tcW w:w="844" w:type="dxa"/>
            <w:vAlign w:val="center"/>
          </w:tcPr>
          <w:p w14:paraId="54635721" w14:textId="7160F632" w:rsidR="0085747A" w:rsidRPr="00F4223D" w:rsidRDefault="0085747A" w:rsidP="00F272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021263AF" w14:textId="77777777" w:rsidR="004D7553" w:rsidRPr="00F4223D" w:rsidRDefault="00177C0C" w:rsidP="00C77EE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="00B355D6" w:rsidRPr="00F42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wiedzą</w:t>
            </w:r>
            <w:r w:rsidR="004D7553" w:rsidRPr="004D7553">
              <w:rPr>
                <w:rFonts w:ascii="Corbel" w:hAnsi="Corbel"/>
                <w:b w:val="0"/>
                <w:sz w:val="24"/>
                <w:szCs w:val="24"/>
              </w:rPr>
              <w:t xml:space="preserve"> na temat kontroli </w:t>
            </w:r>
            <w:r w:rsidR="006C4E62">
              <w:rPr>
                <w:rFonts w:ascii="Corbel" w:hAnsi="Corbel"/>
                <w:b w:val="0"/>
                <w:sz w:val="24"/>
                <w:szCs w:val="24"/>
              </w:rPr>
              <w:t xml:space="preserve">i nadzoru 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6C4E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D7553" w:rsidRPr="004D7553">
              <w:rPr>
                <w:rFonts w:ascii="Corbel" w:hAnsi="Corbel"/>
                <w:b w:val="0"/>
                <w:sz w:val="24"/>
                <w:szCs w:val="24"/>
              </w:rPr>
              <w:t>administracji publicznej, rodzajów i kryteriów oraz uprawnień i obowiązków podmiotów kont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>rolowanych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>, nadzorowanych</w:t>
            </w:r>
            <w:r w:rsidR="001C67CF">
              <w:rPr>
                <w:rFonts w:ascii="Corbel" w:hAnsi="Corbel"/>
                <w:b w:val="0"/>
                <w:sz w:val="24"/>
                <w:szCs w:val="24"/>
              </w:rPr>
              <w:t xml:space="preserve"> oraz kontrolujących</w:t>
            </w:r>
            <w:r w:rsidR="00C77EE9">
              <w:rPr>
                <w:rFonts w:ascii="Corbel" w:hAnsi="Corbel"/>
                <w:b w:val="0"/>
                <w:sz w:val="24"/>
                <w:szCs w:val="24"/>
              </w:rPr>
              <w:t xml:space="preserve"> i nadzorujących. </w:t>
            </w:r>
          </w:p>
        </w:tc>
      </w:tr>
      <w:tr w:rsidR="00177C0C" w:rsidRPr="00F4223D" w14:paraId="4A48B093" w14:textId="77777777" w:rsidTr="7FB3ECD2">
        <w:tc>
          <w:tcPr>
            <w:tcW w:w="844" w:type="dxa"/>
            <w:vAlign w:val="center"/>
          </w:tcPr>
          <w:p w14:paraId="50D06DEC" w14:textId="77777777" w:rsidR="00177C0C" w:rsidRPr="00F4223D" w:rsidRDefault="00177C0C" w:rsidP="00F27272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6715CC3A" w14:textId="0D9E170F" w:rsidR="00177C0C" w:rsidRPr="00F4223D" w:rsidRDefault="00177C0C" w:rsidP="001C67C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="6A08F3A9"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s</w:t>
            </w:r>
            <w:r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tudenta </w:t>
            </w:r>
            <w:r w:rsidR="001C67CF"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wiedzy z zakresu prawnego system kontroli i nadzoru oraz znać</w:t>
            </w:r>
            <w:r w:rsidR="006C4E62"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1C67CF" w:rsidRPr="7FB3ECD2">
              <w:rPr>
                <w:rFonts w:ascii="Corbel" w:eastAsia="Calibri" w:hAnsi="Corbel"/>
                <w:b w:val="0"/>
                <w:color w:val="000000" w:themeColor="text1"/>
                <w:sz w:val="24"/>
                <w:szCs w:val="24"/>
                <w:lang w:eastAsia="en-US"/>
              </w:rPr>
              <w:t>rodzaje i kompetencje organów przeprowadzających kontrolę i nadzór w administracji publicznej.</w:t>
            </w:r>
          </w:p>
        </w:tc>
      </w:tr>
    </w:tbl>
    <w:p w14:paraId="61AAD9A2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BFAB5" w14:textId="77777777" w:rsidR="001D7B54" w:rsidRPr="00F422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="001D7B54" w:rsidRPr="00F4223D">
        <w:rPr>
          <w:rFonts w:ascii="Corbel" w:hAnsi="Corbel"/>
          <w:b/>
          <w:sz w:val="24"/>
          <w:szCs w:val="24"/>
        </w:rPr>
        <w:t xml:space="preserve">Efekty </w:t>
      </w:r>
      <w:r w:rsidR="00C05F44" w:rsidRPr="00F422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4223D">
        <w:rPr>
          <w:rFonts w:ascii="Corbel" w:hAnsi="Corbel"/>
          <w:b/>
          <w:sz w:val="24"/>
          <w:szCs w:val="24"/>
        </w:rPr>
        <w:t>dla przedmiotu</w:t>
      </w:r>
    </w:p>
    <w:p w14:paraId="337DF04F" w14:textId="77777777" w:rsidR="001D7B54" w:rsidRPr="00F42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4223D" w14:paraId="791A444D" w14:textId="77777777" w:rsidTr="7FB3ECD2">
        <w:tc>
          <w:tcPr>
            <w:tcW w:w="1681" w:type="dxa"/>
            <w:vAlign w:val="center"/>
          </w:tcPr>
          <w:p w14:paraId="0178D89A" w14:textId="77777777" w:rsidR="0085747A" w:rsidRPr="00F42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422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422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1A2D84" w14:textId="77777777" w:rsidR="0085747A" w:rsidRPr="00F422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0E2D1" w14:textId="77777777" w:rsidR="0085747A" w:rsidRPr="00F422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422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F3D" w:rsidRPr="00F4223D" w14:paraId="48756FCA" w14:textId="77777777" w:rsidTr="7FB3ECD2">
        <w:tc>
          <w:tcPr>
            <w:tcW w:w="1681" w:type="dxa"/>
          </w:tcPr>
          <w:p w14:paraId="7FBB345B" w14:textId="77777777" w:rsidR="00363F3D" w:rsidRPr="00F4223D" w:rsidRDefault="00363F3D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F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BD486F6" w14:textId="77777777" w:rsidR="00363F3D" w:rsidRPr="00676174" w:rsidRDefault="00363F3D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63F3D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334A679B" w14:textId="77777777" w:rsidR="00363F3D" w:rsidRPr="00F4223D" w:rsidRDefault="00363F3D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EE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35449" w:rsidRPr="00F4223D" w14:paraId="5372FF83" w14:textId="77777777" w:rsidTr="7FB3ECD2">
        <w:tc>
          <w:tcPr>
            <w:tcW w:w="1681" w:type="dxa"/>
          </w:tcPr>
          <w:p w14:paraId="5C4E60FD" w14:textId="77777777" w:rsidR="00535449" w:rsidRPr="00F4223D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042DC6" w14:textId="40410729" w:rsidR="00535449" w:rsidRPr="00F4223D" w:rsidRDefault="001C67C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63F3D" w:rsidRPr="00363F3D">
              <w:rPr>
                <w:rFonts w:ascii="Corbel" w:hAnsi="Corbel"/>
                <w:b w:val="0"/>
                <w:smallCaps w:val="0"/>
                <w:szCs w:val="24"/>
              </w:rPr>
              <w:t>ma podstawową wiedzę o relacjach między strukturami i instytucjami administracji publicznej;</w:t>
            </w:r>
          </w:p>
        </w:tc>
        <w:tc>
          <w:tcPr>
            <w:tcW w:w="1865" w:type="dxa"/>
          </w:tcPr>
          <w:p w14:paraId="475CF014" w14:textId="77777777" w:rsidR="00535449" w:rsidRPr="00F4223D" w:rsidRDefault="00535449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F4223D" w14:paraId="725FCB74" w14:textId="77777777" w:rsidTr="7FB3ECD2">
        <w:tc>
          <w:tcPr>
            <w:tcW w:w="1681" w:type="dxa"/>
          </w:tcPr>
          <w:p w14:paraId="7DC13308" w14:textId="77777777" w:rsidR="002466BB" w:rsidRPr="00F4223D" w:rsidRDefault="000A4CA2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7CFB011" w14:textId="4105F92B" w:rsidR="002466BB" w:rsidRPr="00F422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B3ECD2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1DF163E8" w:rsidRPr="7FB3ECD2">
              <w:rPr>
                <w:rFonts w:ascii="Corbel" w:hAnsi="Corbel"/>
                <w:b w:val="0"/>
                <w:smallCaps w:val="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75A2673F" w14:textId="77777777" w:rsidR="002466BB" w:rsidRPr="00F4223D" w:rsidRDefault="00363F3D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24D91" w:rsidRPr="00F4223D" w14:paraId="7A9C34A6" w14:textId="77777777" w:rsidTr="7FB3ECD2">
        <w:tc>
          <w:tcPr>
            <w:tcW w:w="1681" w:type="dxa"/>
          </w:tcPr>
          <w:p w14:paraId="600D0CD0" w14:textId="77777777" w:rsidR="00D24D91" w:rsidRPr="00F4223D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FB16226" w14:textId="77777777" w:rsidR="00D24D91" w:rsidRPr="00363F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zna i rozumie metody, narzędzia i techniki 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030F3CCD" w14:textId="77777777" w:rsidR="00D24D91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A4CA2" w:rsidRPr="00F4223D" w14:paraId="59793389" w14:textId="77777777" w:rsidTr="7FB3ECD2">
        <w:tc>
          <w:tcPr>
            <w:tcW w:w="1681" w:type="dxa"/>
          </w:tcPr>
          <w:p w14:paraId="559CBCA4" w14:textId="77777777" w:rsidR="000A4CA2" w:rsidRPr="00F4223D" w:rsidRDefault="000A4CA2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90BA98" w14:textId="19BC7C2D" w:rsidR="000A4CA2" w:rsidRPr="00F422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potrafi prawidłowo identyfikować i  interpretować zjawiska prawne, społeczne, ekonomiczne, polityczne i organizacyjne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kontrolą i nadzorem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, analizować ich powiązania z różnymi obszarami działalności administracyjnej;</w:t>
            </w:r>
          </w:p>
        </w:tc>
        <w:tc>
          <w:tcPr>
            <w:tcW w:w="1865" w:type="dxa"/>
          </w:tcPr>
          <w:p w14:paraId="5D53232C" w14:textId="77777777" w:rsidR="000A4CA2" w:rsidRPr="00F4223D" w:rsidRDefault="00BC717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F422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24D91" w:rsidRPr="00F4223D" w14:paraId="6B63D5B9" w14:textId="77777777" w:rsidTr="7FB3ECD2">
        <w:tc>
          <w:tcPr>
            <w:tcW w:w="1681" w:type="dxa"/>
          </w:tcPr>
          <w:p w14:paraId="19BB05D5" w14:textId="77777777" w:rsidR="00D24D91" w:rsidRPr="00F4223D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DB87E8" w14:textId="0B81194F" w:rsidR="00D24D91" w:rsidRPr="00D24D91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B3ECD2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44EE1DEE" w:rsidRPr="7FB3ECD2">
              <w:rPr>
                <w:rFonts w:ascii="Corbel" w:hAnsi="Corbel"/>
                <w:b w:val="0"/>
                <w:smallCaps w:val="0"/>
              </w:rPr>
              <w:t xml:space="preserve">posiada umiejętność wykorzystania zdobytej wiedzy teoretycznej z </w:t>
            </w:r>
            <w:r w:rsidRPr="7FB3ECD2">
              <w:rPr>
                <w:rFonts w:ascii="Corbel" w:hAnsi="Corbel"/>
                <w:b w:val="0"/>
                <w:smallCaps w:val="0"/>
              </w:rPr>
              <w:t xml:space="preserve">zakresu kontroli i nadzoru, podstawowych jej rodzajów i kryteriów, </w:t>
            </w:r>
            <w:r w:rsidR="44EE1DEE" w:rsidRPr="7FB3ECD2">
              <w:rPr>
                <w:rFonts w:ascii="Corbel" w:hAnsi="Corbel"/>
                <w:b w:val="0"/>
                <w:smallCaps w:val="0"/>
              </w:rPr>
              <w:t>do analizowania konkretnych procesów i zjawisk społecznych w administracji;</w:t>
            </w:r>
          </w:p>
        </w:tc>
        <w:tc>
          <w:tcPr>
            <w:tcW w:w="1865" w:type="dxa"/>
          </w:tcPr>
          <w:p w14:paraId="1EF9ACB8" w14:textId="77777777" w:rsidR="00D24D91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C717F" w:rsidRPr="00F4223D" w14:paraId="013F9BB9" w14:textId="77777777" w:rsidTr="7FB3ECD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13F7" w14:textId="77777777" w:rsidR="00BC717F" w:rsidRPr="00F4223D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200D" w14:textId="2D556644" w:rsidR="00BC717F" w:rsidRPr="00F422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źródeł;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DA7" w14:textId="77777777" w:rsidR="00BC717F" w:rsidRPr="00F4223D" w:rsidRDefault="00BC717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717F" w:rsidRPr="00F4223D" w14:paraId="21DF5BF8" w14:textId="77777777" w:rsidTr="7FB3ECD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C9B3" w14:textId="77777777" w:rsidR="00BC717F" w:rsidRPr="00F4223D" w:rsidRDefault="00BC717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8211" w14:textId="77777777" w:rsidR="00BC717F" w:rsidRPr="00F422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C4E62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posługiwania się wiedzą i opiniami ekspertów z zakresu nauk o administracji oraz prawidłowego i samodzielnego identyfikowania i rozwiązywania problemów związanych z wykonywaniem zawodu urzędnika administracji;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8155" w14:textId="77777777" w:rsidR="00BC717F" w:rsidRPr="00F4223D" w:rsidRDefault="00BC717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C717F" w:rsidRPr="00F4223D" w14:paraId="0AA45D29" w14:textId="77777777" w:rsidTr="7FB3ECD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484" w14:textId="77777777" w:rsidR="00BC717F" w:rsidRPr="00F4223D" w:rsidRDefault="00BC717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4D9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EDEA" w14:textId="77777777" w:rsidR="00BC717F" w:rsidRPr="00F4223D" w:rsidRDefault="00533BAF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C4E62">
              <w:rPr>
                <w:rFonts w:ascii="Corbel" w:hAnsi="Corbel"/>
                <w:b w:val="0"/>
                <w:smallCaps w:val="0"/>
                <w:szCs w:val="24"/>
              </w:rPr>
              <w:t xml:space="preserve"> jest gotowy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4D91" w:rsidRPr="00D24D91">
              <w:rPr>
                <w:rFonts w:ascii="Corbel" w:hAnsi="Corbel"/>
                <w:b w:val="0"/>
                <w:smallCaps w:val="0"/>
                <w:szCs w:val="24"/>
              </w:rPr>
              <w:t>inicjowania działania i współdziałania na rzecz interesu społecznego z uwzględnieniem wymogów prawnych, administracyjnych i ekonomicznych;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1FF3" w14:textId="77777777" w:rsidR="00BC717F" w:rsidRPr="00533BAF" w:rsidRDefault="00D24D91" w:rsidP="00540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BAF">
              <w:rPr>
                <w:rFonts w:ascii="Corbel" w:hAnsi="Corbel"/>
                <w:b w:val="0"/>
                <w:smallCaps w:val="0"/>
                <w:szCs w:val="24"/>
              </w:rPr>
              <w:t xml:space="preserve">K_K04 </w:t>
            </w:r>
          </w:p>
        </w:tc>
      </w:tr>
    </w:tbl>
    <w:p w14:paraId="5E96A3FE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E26A8" w14:textId="2119B2A9" w:rsidR="0085747A" w:rsidRPr="00F422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>3.3</w:t>
      </w:r>
      <w:r w:rsidR="00F27272">
        <w:rPr>
          <w:rFonts w:ascii="Corbel" w:hAnsi="Corbel"/>
          <w:b/>
          <w:sz w:val="24"/>
          <w:szCs w:val="24"/>
        </w:rPr>
        <w:t xml:space="preserve">. </w:t>
      </w:r>
      <w:r w:rsidR="0085747A" w:rsidRPr="00F4223D">
        <w:rPr>
          <w:rFonts w:ascii="Corbel" w:hAnsi="Corbel"/>
          <w:b/>
          <w:sz w:val="24"/>
          <w:szCs w:val="24"/>
        </w:rPr>
        <w:t>T</w:t>
      </w:r>
      <w:r w:rsidR="001D7B54" w:rsidRPr="00F4223D">
        <w:rPr>
          <w:rFonts w:ascii="Corbel" w:hAnsi="Corbel"/>
          <w:b/>
          <w:sz w:val="24"/>
          <w:szCs w:val="24"/>
        </w:rPr>
        <w:t xml:space="preserve">reści programowe </w:t>
      </w:r>
    </w:p>
    <w:p w14:paraId="23BDDDA4" w14:textId="77777777" w:rsidR="00675843" w:rsidRPr="00F422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EC918D" w14:textId="77777777" w:rsidR="0085747A" w:rsidRPr="00F4223D" w:rsidRDefault="0085747A" w:rsidP="00F27272">
      <w:pPr>
        <w:pStyle w:val="Akapitzlist"/>
        <w:numPr>
          <w:ilvl w:val="0"/>
          <w:numId w:val="1"/>
        </w:numPr>
        <w:spacing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Problematyka </w:t>
      </w:r>
      <w:r w:rsidR="00DE6212">
        <w:rPr>
          <w:rFonts w:ascii="Corbel" w:hAnsi="Corbel"/>
          <w:sz w:val="24"/>
          <w:szCs w:val="24"/>
        </w:rPr>
        <w:t xml:space="preserve">wykładu </w:t>
      </w:r>
    </w:p>
    <w:p w14:paraId="1F98B82C" w14:textId="77777777" w:rsidR="0085747A" w:rsidRPr="00F422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42CD8" w:rsidRPr="00F4223D" w14:paraId="29D73FEE" w14:textId="77777777" w:rsidTr="7FB3ECD2">
        <w:tc>
          <w:tcPr>
            <w:tcW w:w="9520" w:type="dxa"/>
          </w:tcPr>
          <w:p w14:paraId="40DE43AE" w14:textId="0E9BF314" w:rsidR="00542CD8" w:rsidRPr="00F27272" w:rsidRDefault="00F27272" w:rsidP="005401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2727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27272" w:rsidRPr="00F4223D" w14:paraId="7E6F7FD4" w14:textId="77777777" w:rsidTr="7FB3ECD2">
        <w:tc>
          <w:tcPr>
            <w:tcW w:w="9520" w:type="dxa"/>
          </w:tcPr>
          <w:p w14:paraId="240C1432" w14:textId="7255ABCB" w:rsidR="00F27272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Pojęcie i istota kontroli. Kontrola a nadzór – cechy i funkcje. Pojęcia pokrewne. </w:t>
            </w:r>
          </w:p>
        </w:tc>
      </w:tr>
      <w:tr w:rsidR="00F27272" w:rsidRPr="00F4223D" w14:paraId="72A8D417" w14:textId="77777777" w:rsidTr="7FB3ECD2">
        <w:tc>
          <w:tcPr>
            <w:tcW w:w="9520" w:type="dxa"/>
          </w:tcPr>
          <w:p w14:paraId="41BC5F82" w14:textId="147D57C3" w:rsidR="00F27272" w:rsidRPr="00EA4D31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Prawny system kontroli administracji publicznej.</w:t>
            </w:r>
          </w:p>
        </w:tc>
      </w:tr>
      <w:tr w:rsidR="00F27272" w:rsidRPr="00F4223D" w14:paraId="3905D318" w14:textId="77777777" w:rsidTr="7FB3ECD2">
        <w:tc>
          <w:tcPr>
            <w:tcW w:w="9520" w:type="dxa"/>
          </w:tcPr>
          <w:p w14:paraId="51DD7CB3" w14:textId="3F0231EE" w:rsidR="00F27272" w:rsidRPr="006C4E62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Podstawowe rodzaje i kryteria kontroli, cechy dobrej kontroli, problem jakości kontroli.</w:t>
            </w:r>
          </w:p>
        </w:tc>
      </w:tr>
      <w:tr w:rsidR="00F27272" w:rsidRPr="00F4223D" w14:paraId="5CB55EE9" w14:textId="77777777" w:rsidTr="7FB3ECD2">
        <w:tc>
          <w:tcPr>
            <w:tcW w:w="9520" w:type="dxa"/>
          </w:tcPr>
          <w:p w14:paraId="2F80010F" w14:textId="53220092" w:rsidR="00F27272" w:rsidRPr="006C4E62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zewnętrzna nad administracją (kontrola parlamentarna, Trybunału Stanu i Trybunału Konstytucyjnego, Rzecznika Praw Obywatelskich, Najwyższej Izby Kontroli, Państwowej Inspekcji Pracy, kontrola sądowa, kontrola prokuratorska).</w:t>
            </w:r>
          </w:p>
        </w:tc>
      </w:tr>
      <w:tr w:rsidR="00F27272" w:rsidRPr="00F4223D" w14:paraId="66080116" w14:textId="77777777" w:rsidTr="7FB3ECD2">
        <w:tc>
          <w:tcPr>
            <w:tcW w:w="9520" w:type="dxa"/>
          </w:tcPr>
          <w:p w14:paraId="7D4E0497" w14:textId="77777777" w:rsidR="00F27272" w:rsidRDefault="00F27272" w:rsidP="00F27272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Pojęcie, istota i rodzaje kontroli społecznej administracji publicznej.</w:t>
            </w:r>
          </w:p>
          <w:p w14:paraId="3506EEE8" w14:textId="3513064C" w:rsidR="00F27272" w:rsidRPr="006C4E62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Miejsce i znaczenie kontroli społecznej w systemie kontroli administracji publicznej.</w:t>
            </w:r>
          </w:p>
        </w:tc>
      </w:tr>
      <w:tr w:rsidR="00F27272" w:rsidRPr="00F4223D" w14:paraId="1D4B2BFD" w14:textId="77777777" w:rsidTr="7FB3ECD2">
        <w:tc>
          <w:tcPr>
            <w:tcW w:w="9520" w:type="dxa"/>
          </w:tcPr>
          <w:p w14:paraId="5C1E9BC8" w14:textId="3D636BEF" w:rsidR="00F27272" w:rsidRPr="006C4E62" w:rsidRDefault="00F27272" w:rsidP="00F272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wewnątrzadministracyjna (kontrola w administracji rządowej, kontrola w administracji samorządowej).</w:t>
            </w:r>
          </w:p>
        </w:tc>
      </w:tr>
      <w:tr w:rsidR="00F27272" w:rsidRPr="00F4223D" w14:paraId="14CF8549" w14:textId="77777777" w:rsidTr="7FB3ECD2">
        <w:tc>
          <w:tcPr>
            <w:tcW w:w="9520" w:type="dxa"/>
          </w:tcPr>
          <w:p w14:paraId="67E344B3" w14:textId="20946DA9" w:rsidR="00F27272" w:rsidRPr="00EA4D31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230">
              <w:rPr>
                <w:rFonts w:ascii="Corbel" w:hAnsi="Corbel"/>
              </w:rPr>
              <w:t>Pojęcie, istota oraz rodzaje nadzoru. Nadzór nad wykonywaniem zadań publicznych, podstawy prawne działalności nadzorczej. Zadania nadzorcze administracji: znaczenie, rodzaje, hierarchia i formy ochrony dóbr chronionych.</w:t>
            </w:r>
          </w:p>
        </w:tc>
      </w:tr>
      <w:tr w:rsidR="00F27272" w:rsidRPr="00F4223D" w14:paraId="3C7A880B" w14:textId="77777777" w:rsidTr="7FB3ECD2">
        <w:tc>
          <w:tcPr>
            <w:tcW w:w="9520" w:type="dxa"/>
          </w:tcPr>
          <w:p w14:paraId="7838F777" w14:textId="1A6BEE19" w:rsidR="00F27272" w:rsidRPr="00EA4D31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Formy działań nadzorczych: czynności nadzorcze fazy kontroli, czynności faktyczne.</w:t>
            </w:r>
          </w:p>
        </w:tc>
      </w:tr>
      <w:tr w:rsidR="00F27272" w:rsidRPr="00F4223D" w14:paraId="7DB77324" w14:textId="77777777" w:rsidTr="7FB3ECD2">
        <w:tc>
          <w:tcPr>
            <w:tcW w:w="9520" w:type="dxa"/>
          </w:tcPr>
          <w:p w14:paraId="43C1D28E" w14:textId="62AEEE45" w:rsidR="00F27272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Nadzór i kontrola nad samorządowymi jednostkami organizacyjnymi (RIO, NIK, wojewoda). </w:t>
            </w:r>
          </w:p>
        </w:tc>
      </w:tr>
      <w:tr w:rsidR="00F27272" w:rsidRPr="00F4223D" w14:paraId="1ACEF946" w14:textId="77777777" w:rsidTr="7FB3ECD2">
        <w:tc>
          <w:tcPr>
            <w:tcW w:w="9520" w:type="dxa"/>
          </w:tcPr>
          <w:p w14:paraId="01C918F4" w14:textId="1C28E623" w:rsidR="00F27272" w:rsidRPr="00217270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3230">
              <w:rPr>
                <w:rFonts w:ascii="Corbel" w:hAnsi="Corbel"/>
              </w:rPr>
              <w:t>Kontrola zarządcza - założenia i funkcje w administracji publicznej.</w:t>
            </w:r>
            <w:r>
              <w:rPr>
                <w:rFonts w:ascii="Corbel" w:hAnsi="Corbel"/>
              </w:rPr>
              <w:t xml:space="preserve"> Audyt wewnętrzny i jego regulacja prawna. </w:t>
            </w:r>
          </w:p>
        </w:tc>
      </w:tr>
      <w:tr w:rsidR="00F27272" w:rsidRPr="00F4223D" w14:paraId="4C0828C7" w14:textId="77777777" w:rsidTr="7FB3ECD2">
        <w:tc>
          <w:tcPr>
            <w:tcW w:w="9520" w:type="dxa"/>
          </w:tcPr>
          <w:p w14:paraId="04690597" w14:textId="061E7F0F" w:rsidR="00F27272" w:rsidRPr="0070377D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Pojęcie i istota kontroli. Kontrola a nadzór – cechy i funkcje. Pojęcia pokrewne. </w:t>
            </w:r>
          </w:p>
        </w:tc>
      </w:tr>
      <w:tr w:rsidR="00F27272" w:rsidRPr="00F4223D" w14:paraId="5FDBA495" w14:textId="77777777" w:rsidTr="7FB3ECD2">
        <w:tc>
          <w:tcPr>
            <w:tcW w:w="9520" w:type="dxa"/>
          </w:tcPr>
          <w:p w14:paraId="70113999" w14:textId="38D4C711" w:rsidR="00F27272" w:rsidRPr="0070377D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Prawny system kontroli administracji publicznej.</w:t>
            </w:r>
          </w:p>
        </w:tc>
      </w:tr>
      <w:tr w:rsidR="00F27272" w:rsidRPr="00F4223D" w14:paraId="78098EEF" w14:textId="77777777" w:rsidTr="7FB3ECD2">
        <w:tc>
          <w:tcPr>
            <w:tcW w:w="9520" w:type="dxa"/>
          </w:tcPr>
          <w:p w14:paraId="0845C7AB" w14:textId="650757AE" w:rsidR="00F27272" w:rsidRPr="00F4223D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Podstawowe rodzaje i kryteria kontroli, cechy dobrej kontroli, problem jakości kontroli.</w:t>
            </w:r>
          </w:p>
        </w:tc>
      </w:tr>
      <w:tr w:rsidR="00F27272" w:rsidRPr="00F4223D" w14:paraId="792394ED" w14:textId="77777777" w:rsidTr="7FB3ECD2">
        <w:tc>
          <w:tcPr>
            <w:tcW w:w="9520" w:type="dxa"/>
          </w:tcPr>
          <w:p w14:paraId="21BD6049" w14:textId="67845F33" w:rsidR="00F27272" w:rsidRPr="0070377D" w:rsidRDefault="00F27272" w:rsidP="00F27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Kontrola zewnętrzna nad administracją (kontrola parlamentarna, Trybunału Stanu i Trybunału Konstytucyjnego, Rzecznika Praw Obywatelskich, Najwyższej Izby Kontroli, Państwowej Inspekcji Pracy, kontrola sądowa, kontrola prokuratorska).</w:t>
            </w:r>
          </w:p>
        </w:tc>
      </w:tr>
    </w:tbl>
    <w:p w14:paraId="651542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94EE60" w14:textId="77777777" w:rsidR="00DE6212" w:rsidRPr="00DE6212" w:rsidRDefault="00DE62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79F46" w14:textId="77777777" w:rsidR="005401D2" w:rsidRDefault="005401D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B89D569" w14:textId="6EF47A60" w:rsidR="0085747A" w:rsidRPr="00F42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1CCCC6D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B3CAC" w14:textId="7B600A77" w:rsidR="00704BA8" w:rsidRPr="007F2DFD" w:rsidRDefault="00F27272" w:rsidP="00F272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</w:t>
      </w:r>
      <w:r w:rsidR="00533BAF" w:rsidRPr="007F2DFD">
        <w:rPr>
          <w:rFonts w:ascii="Corbel" w:hAnsi="Corbel"/>
          <w:b w:val="0"/>
          <w:smallCaps w:val="0"/>
          <w:szCs w:val="24"/>
        </w:rPr>
        <w:t xml:space="preserve">rezentacja multimedialna, </w:t>
      </w:r>
      <w:r w:rsidR="00704BA8" w:rsidRPr="007F2DFD">
        <w:rPr>
          <w:rFonts w:ascii="Corbel" w:hAnsi="Corbel"/>
          <w:b w:val="0"/>
          <w:smallCaps w:val="0"/>
          <w:szCs w:val="24"/>
        </w:rPr>
        <w:t>praca w grupach</w:t>
      </w:r>
      <w:r w:rsidR="003E1329" w:rsidRPr="007F2DFD">
        <w:rPr>
          <w:rFonts w:ascii="Corbel" w:hAnsi="Corbel"/>
          <w:b w:val="0"/>
          <w:smallCaps w:val="0"/>
          <w:szCs w:val="24"/>
        </w:rPr>
        <w:t xml:space="preserve">, </w:t>
      </w:r>
      <w:r w:rsidR="001C3C2E" w:rsidRPr="007F2DFD">
        <w:rPr>
          <w:rFonts w:ascii="Corbel" w:hAnsi="Corbel"/>
          <w:b w:val="0"/>
          <w:smallCaps w:val="0"/>
          <w:szCs w:val="24"/>
        </w:rPr>
        <w:t>dyskusja, analiza przypadkó</w:t>
      </w:r>
      <w:r w:rsidR="007F2DFD" w:rsidRPr="007F2DFD">
        <w:rPr>
          <w:rFonts w:ascii="Corbel" w:hAnsi="Corbel"/>
          <w:b w:val="0"/>
          <w:smallCaps w:val="0"/>
          <w:szCs w:val="24"/>
        </w:rPr>
        <w:t>w, kształcenie na odległość</w:t>
      </w:r>
    </w:p>
    <w:p w14:paraId="27E392D7" w14:textId="77777777" w:rsidR="00E960BB" w:rsidRPr="00F42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84FB6D" w14:textId="77777777" w:rsidR="0085747A" w:rsidRPr="00F42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="0085747A" w:rsidRPr="00F4223D">
        <w:rPr>
          <w:rFonts w:ascii="Corbel" w:hAnsi="Corbel"/>
          <w:smallCaps w:val="0"/>
          <w:szCs w:val="24"/>
        </w:rPr>
        <w:t>METODY I KRYTERIA OCENY</w:t>
      </w:r>
    </w:p>
    <w:p w14:paraId="68AE5CB6" w14:textId="77777777" w:rsidR="00923D7D" w:rsidRPr="00F42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27A356" w14:textId="77777777" w:rsidR="0085747A" w:rsidRPr="00F422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4223D">
        <w:rPr>
          <w:rFonts w:ascii="Corbel" w:hAnsi="Corbel"/>
          <w:smallCaps w:val="0"/>
          <w:szCs w:val="24"/>
        </w:rPr>
        <w:t>uczenia się</w:t>
      </w:r>
    </w:p>
    <w:p w14:paraId="7FB1DF53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65"/>
        <w:gridCol w:w="1708"/>
      </w:tblGrid>
      <w:tr w:rsidR="0085747A" w:rsidRPr="00F4223D" w14:paraId="1E9DBAC1" w14:textId="77777777" w:rsidTr="00F27272">
        <w:tc>
          <w:tcPr>
            <w:tcW w:w="1447" w:type="dxa"/>
            <w:vAlign w:val="center"/>
          </w:tcPr>
          <w:p w14:paraId="65D15F1F" w14:textId="77777777" w:rsidR="0085747A" w:rsidRPr="00F422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65" w:type="dxa"/>
            <w:vAlign w:val="center"/>
          </w:tcPr>
          <w:p w14:paraId="2C3B1EBA" w14:textId="77777777" w:rsidR="0085747A" w:rsidRPr="00F422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3167FB6" w14:textId="77777777" w:rsidR="0085747A" w:rsidRPr="00F422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12E6785" w14:textId="77777777" w:rsidR="00923D7D" w:rsidRPr="00F42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4643A4" w14:textId="77777777" w:rsidR="0085747A" w:rsidRPr="00F42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B" w:rsidRPr="00F4223D" w14:paraId="0CFC3088" w14:textId="77777777" w:rsidTr="00F27272">
        <w:trPr>
          <w:trHeight w:val="397"/>
        </w:trPr>
        <w:tc>
          <w:tcPr>
            <w:tcW w:w="1447" w:type="dxa"/>
            <w:vAlign w:val="center"/>
          </w:tcPr>
          <w:p w14:paraId="24123F3A" w14:textId="492CEA1D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65" w:type="dxa"/>
          </w:tcPr>
          <w:p w14:paraId="6B1067FD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vAlign w:val="center"/>
          </w:tcPr>
          <w:p w14:paraId="6F723F88" w14:textId="38D8C4F2" w:rsidR="00D22B9B" w:rsidRPr="00F27272" w:rsidRDefault="2E903D1D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:rsidRPr="00F4223D" w14:paraId="4E4DEF5E" w14:textId="77777777" w:rsidTr="00F27272">
        <w:trPr>
          <w:trHeight w:val="397"/>
        </w:trPr>
        <w:tc>
          <w:tcPr>
            <w:tcW w:w="1447" w:type="dxa"/>
            <w:vAlign w:val="center"/>
          </w:tcPr>
          <w:p w14:paraId="41DE8914" w14:textId="1026DCFB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65" w:type="dxa"/>
          </w:tcPr>
          <w:p w14:paraId="113D9C89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vAlign w:val="center"/>
          </w:tcPr>
          <w:p w14:paraId="03AAE633" w14:textId="331F60DE" w:rsidR="00D22B9B" w:rsidRPr="00F27272" w:rsidRDefault="4D90E091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:rsidRPr="00F4223D" w14:paraId="7AA0A5A3" w14:textId="77777777" w:rsidTr="00F27272">
        <w:trPr>
          <w:trHeight w:val="397"/>
        </w:trPr>
        <w:tc>
          <w:tcPr>
            <w:tcW w:w="1447" w:type="dxa"/>
            <w:vAlign w:val="center"/>
          </w:tcPr>
          <w:p w14:paraId="1EE4D5DF" w14:textId="6E8E8332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65" w:type="dxa"/>
          </w:tcPr>
          <w:p w14:paraId="4BED94FE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vAlign w:val="center"/>
          </w:tcPr>
          <w:p w14:paraId="7479AAF6" w14:textId="0876080C" w:rsidR="00D22B9B" w:rsidRPr="00F27272" w:rsidRDefault="24CEB28F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14:paraId="5017C19E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4B3B" w14:textId="6B0F0F5B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21B9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A9D3" w14:textId="2CDF2AB4" w:rsidR="00D22B9B" w:rsidRPr="00F27272" w:rsidRDefault="03AC5B96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14:paraId="3AF4DF4D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AC8E" w14:textId="34DA8EC1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9B7A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73A2" w14:textId="23591DF6" w:rsidR="00D22B9B" w:rsidRPr="00F27272" w:rsidRDefault="123FD165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14:paraId="4BBF73E0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5175" w14:textId="2A79BB97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D019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F359" w14:textId="40E16E81" w:rsidR="00D22B9B" w:rsidRPr="00F27272" w:rsidRDefault="6DE382DF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:rsidRPr="00F4223D" w14:paraId="6CF677B5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415A" w14:textId="743D77B6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DF86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22F8" w14:textId="7925F97F" w:rsidR="00D22B9B" w:rsidRPr="00F27272" w:rsidRDefault="11490583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22B9B" w:rsidRPr="00F4223D" w14:paraId="1750628A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3F02" w14:textId="4D598D8E" w:rsidR="00D22B9B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0B11" w14:textId="77777777" w:rsidR="00D22B9B" w:rsidRPr="00F27272" w:rsidRDefault="00D22B9B" w:rsidP="00F272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7272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4EC2" w14:textId="23546EA8" w:rsidR="00D22B9B" w:rsidRPr="00F27272" w:rsidRDefault="32BD9FA8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7F003F" w:rsidRPr="00F4223D" w14:paraId="239F31B4" w14:textId="77777777" w:rsidTr="00F27272">
        <w:trPr>
          <w:trHeight w:val="39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F791" w14:textId="7A8B66F4" w:rsidR="007F003F" w:rsidRPr="00F27272" w:rsidRDefault="005401D2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854" w14:textId="77777777" w:rsidR="007F003F" w:rsidRPr="00F27272" w:rsidRDefault="00D22B9B" w:rsidP="00F2727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highlight w:val="yellow"/>
              </w:rPr>
            </w:pPr>
            <w:r w:rsidRPr="00F272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egzamin ustny lub pisemny, kolokwium, obserwacja w trakcie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F043" w14:textId="542A8E79" w:rsidR="007F003F" w:rsidRPr="00F27272" w:rsidRDefault="10D488AD" w:rsidP="00F27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27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58D59FA" w14:textId="225ED938" w:rsidR="7FB3ECD2" w:rsidRDefault="7FB3ECD2" w:rsidP="005401D2">
      <w:pPr>
        <w:spacing w:after="0" w:line="240" w:lineRule="auto"/>
      </w:pPr>
    </w:p>
    <w:p w14:paraId="6C5533C8" w14:textId="77777777" w:rsidR="0085747A" w:rsidRDefault="003E1941" w:rsidP="00540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4.2 </w:t>
      </w:r>
      <w:r w:rsidR="0085747A" w:rsidRPr="00F4223D">
        <w:rPr>
          <w:rFonts w:ascii="Corbel" w:hAnsi="Corbel"/>
          <w:smallCaps w:val="0"/>
          <w:szCs w:val="24"/>
        </w:rPr>
        <w:t>Warunki zaliczenia przedmiotu (kryteria oceniania)</w:t>
      </w:r>
    </w:p>
    <w:p w14:paraId="1BB06A48" w14:textId="77777777" w:rsidR="008663C0" w:rsidRPr="00F4223D" w:rsidRDefault="008663C0" w:rsidP="00540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63C0" w:rsidRPr="00F4223D" w14:paraId="5BA66E84" w14:textId="77777777" w:rsidTr="7FB3ECD2">
        <w:tc>
          <w:tcPr>
            <w:tcW w:w="9670" w:type="dxa"/>
          </w:tcPr>
          <w:p w14:paraId="59EA11EA" w14:textId="77777777" w:rsidR="00CF6C79" w:rsidRPr="00ED2CB7" w:rsidRDefault="00CF6C79" w:rsidP="005401D2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2CB7">
              <w:rPr>
                <w:rFonts w:ascii="Corbel" w:hAnsi="Corbel"/>
                <w:smallCaps w:val="0"/>
                <w:szCs w:val="24"/>
              </w:rPr>
              <w:t>Wykład:</w:t>
            </w:r>
            <w:r w:rsidRPr="00ED2CB7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14:paraId="03BE1BF9" w14:textId="77777777" w:rsidR="008663C0" w:rsidRPr="00F4223D" w:rsidRDefault="00CF6C79" w:rsidP="0A9AF5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9AF548">
              <w:rPr>
                <w:rFonts w:ascii="Corbel" w:hAnsi="Corbel"/>
                <w:b w:val="0"/>
                <w:smallCaps w:val="0"/>
              </w:rPr>
              <w:t>terminologia, właściwe zastosowanie uzyskanej wiedzy</w:t>
            </w:r>
            <w:r w:rsidR="00B905DE">
              <w:rPr>
                <w:rFonts w:ascii="Corbel" w:hAnsi="Corbel"/>
                <w:b w:val="0"/>
                <w:smallCaps w:val="0"/>
              </w:rPr>
              <w:t>.</w:t>
            </w:r>
          </w:p>
          <w:p w14:paraId="2F43CA64" w14:textId="77777777" w:rsidR="008663C0" w:rsidRPr="00F4223D" w:rsidRDefault="008663C0" w:rsidP="0A9AF54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343DF0C" w14:textId="77777777" w:rsidR="00EC6BF7" w:rsidRPr="00F4223D" w:rsidRDefault="00EC6BF7" w:rsidP="00EC6BF7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5,0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DD09BA4" w14:textId="3DF68859" w:rsidR="00EC6BF7" w:rsidRPr="00F4223D" w:rsidRDefault="00EC6BF7" w:rsidP="00EC6BF7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4,5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81 –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90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%, </w:t>
            </w:r>
          </w:p>
          <w:p w14:paraId="66EF929B" w14:textId="77777777" w:rsidR="00EC6BF7" w:rsidRPr="00F4223D" w:rsidRDefault="00EC6BF7" w:rsidP="00EC6BF7">
            <w:pPr>
              <w:spacing w:after="0"/>
            </w:pPr>
            <w:r w:rsidRPr="7FB3ECD2">
              <w:rPr>
                <w:rFonts w:cs="Calibri"/>
                <w:color w:val="000000" w:themeColor="text1"/>
                <w:sz w:val="24"/>
                <w:szCs w:val="24"/>
              </w:rPr>
              <w:t xml:space="preserve">4,0 – 70 – 80%, </w:t>
            </w:r>
          </w:p>
          <w:p w14:paraId="0FD82EB6" w14:textId="77777777" w:rsidR="00EC6BF7" w:rsidRPr="00F4223D" w:rsidRDefault="00EC6BF7" w:rsidP="00EC6BF7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3,5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61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– 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69%, </w:t>
            </w:r>
          </w:p>
          <w:p w14:paraId="7384ACE5" w14:textId="77777777" w:rsidR="00EC6BF7" w:rsidRPr="00F4223D" w:rsidRDefault="00EC6BF7" w:rsidP="00EC6BF7">
            <w:pPr>
              <w:spacing w:after="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3,0 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>– 5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0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– 60%, </w:t>
            </w:r>
          </w:p>
          <w:p w14:paraId="00B5DB30" w14:textId="35D98896" w:rsidR="008663C0" w:rsidRPr="00EC6BF7" w:rsidRDefault="00EC6BF7" w:rsidP="005401D2">
            <w:pPr>
              <w:spacing w:after="120"/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2,0 –</w:t>
            </w:r>
            <w:r w:rsidRPr="0A9AF548">
              <w:rPr>
                <w:rFonts w:cs="Calibri"/>
                <w:color w:val="000000" w:themeColor="text1"/>
                <w:sz w:val="24"/>
                <w:szCs w:val="24"/>
              </w:rPr>
              <w:t xml:space="preserve"> poniżej 50%.</w:t>
            </w:r>
          </w:p>
        </w:tc>
      </w:tr>
    </w:tbl>
    <w:p w14:paraId="1AEAB2FF" w14:textId="77777777" w:rsidR="00923D7D" w:rsidRPr="00F4223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194F0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1C5B4" w14:textId="77777777" w:rsidR="005401D2" w:rsidRDefault="005401D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1B8CC9" w14:textId="05E7D0CC" w:rsidR="009F4610" w:rsidRPr="00F4223D" w:rsidRDefault="0085747A" w:rsidP="00F2727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42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F4CD71" w14:textId="77777777"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4223D" w14:paraId="54123FD2" w14:textId="77777777" w:rsidTr="005401D2">
        <w:tc>
          <w:tcPr>
            <w:tcW w:w="5274" w:type="dxa"/>
            <w:vAlign w:val="center"/>
          </w:tcPr>
          <w:p w14:paraId="427A3A66" w14:textId="77777777"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61F266E" w14:textId="77777777"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4223D" w14:paraId="15F44271" w14:textId="77777777" w:rsidTr="00F27272">
        <w:trPr>
          <w:trHeight w:val="363"/>
        </w:trPr>
        <w:tc>
          <w:tcPr>
            <w:tcW w:w="5274" w:type="dxa"/>
          </w:tcPr>
          <w:p w14:paraId="5B2750C6" w14:textId="1F83B02B" w:rsidR="0085747A" w:rsidRPr="00ED2C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B3ECD2">
              <w:rPr>
                <w:rFonts w:ascii="Corbel" w:hAnsi="Corbel"/>
                <w:sz w:val="24"/>
                <w:szCs w:val="24"/>
              </w:rPr>
              <w:t>G</w:t>
            </w:r>
            <w:r w:rsidR="0085747A" w:rsidRPr="7FB3ECD2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29E6247F" w:rsidRPr="7FB3EC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FB3EC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0E52B4F1" w14:textId="77777777" w:rsidR="0085747A" w:rsidRPr="00ED2CB7" w:rsidRDefault="001C79BF" w:rsidP="53EA3F55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4223D" w14:paraId="3CE00177" w14:textId="77777777" w:rsidTr="005401D2">
        <w:tc>
          <w:tcPr>
            <w:tcW w:w="5274" w:type="dxa"/>
          </w:tcPr>
          <w:p w14:paraId="56A5A810" w14:textId="3A26B8F8" w:rsidR="00C61DC5" w:rsidRPr="00ED2C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B3EC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5D8E86E" w:rsidRPr="7FB3EC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2D64CD" w14:textId="77777777" w:rsidR="00C61DC5" w:rsidRPr="00ED2C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480D108" w14:textId="77777777" w:rsidR="00C61DC5" w:rsidRPr="00ED2CB7" w:rsidRDefault="001C79BF" w:rsidP="001C6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4223D" w14:paraId="1AC1B3B7" w14:textId="77777777" w:rsidTr="005401D2">
        <w:tc>
          <w:tcPr>
            <w:tcW w:w="5274" w:type="dxa"/>
          </w:tcPr>
          <w:p w14:paraId="78A4F8BC" w14:textId="77777777" w:rsidR="0071620A" w:rsidRPr="00ED2C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2C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2C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E74193" w14:textId="77777777" w:rsidR="00C61DC5" w:rsidRPr="00ED2CB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1CB9938" w14:textId="77777777" w:rsidR="00C61DC5" w:rsidRPr="00ED2CB7" w:rsidRDefault="001C79BF" w:rsidP="53EA3F55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4223D" w14:paraId="237C7E5C" w14:textId="77777777" w:rsidTr="00F27272">
        <w:trPr>
          <w:trHeight w:val="365"/>
        </w:trPr>
        <w:tc>
          <w:tcPr>
            <w:tcW w:w="5274" w:type="dxa"/>
          </w:tcPr>
          <w:p w14:paraId="14183A11" w14:textId="77777777" w:rsidR="0085747A" w:rsidRPr="00ED2CB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07855B4" w14:textId="77777777" w:rsidR="0085747A" w:rsidRPr="00ED2CB7" w:rsidRDefault="001C60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EA3F55">
              <w:rPr>
                <w:rFonts w:ascii="Corbel" w:hAnsi="Corbel"/>
                <w:sz w:val="24"/>
                <w:szCs w:val="24"/>
              </w:rPr>
              <w:t>1</w:t>
            </w:r>
            <w:r w:rsidR="06DD87BB" w:rsidRPr="53EA3F5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F4223D" w14:paraId="036FD327" w14:textId="77777777" w:rsidTr="005401D2">
        <w:trPr>
          <w:trHeight w:val="365"/>
        </w:trPr>
        <w:tc>
          <w:tcPr>
            <w:tcW w:w="5274" w:type="dxa"/>
          </w:tcPr>
          <w:p w14:paraId="7A084A17" w14:textId="77777777" w:rsidR="0085747A" w:rsidRPr="00ED2CB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2C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B0F4250" w14:textId="77777777" w:rsidR="0085747A" w:rsidRPr="00ED2CB7" w:rsidRDefault="003419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4043BB5" w14:textId="77777777" w:rsidR="0085747A" w:rsidRPr="00F4223D" w:rsidRDefault="00923D7D" w:rsidP="005401D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42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7385F7" w14:textId="77777777" w:rsidR="003E1941" w:rsidRPr="00F42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72E46" w14:textId="77777777" w:rsidR="0085747A" w:rsidRPr="00F4223D" w:rsidRDefault="0071620A" w:rsidP="53EA3F55">
      <w:pPr>
        <w:pStyle w:val="Punktygwne"/>
        <w:spacing w:before="0" w:after="0"/>
        <w:rPr>
          <w:rFonts w:ascii="Corbel" w:hAnsi="Corbel"/>
          <w:smallCaps w:val="0"/>
        </w:rPr>
      </w:pPr>
      <w:r w:rsidRPr="53EA3F55">
        <w:rPr>
          <w:rFonts w:ascii="Corbel" w:hAnsi="Corbel"/>
          <w:smallCaps w:val="0"/>
        </w:rPr>
        <w:t xml:space="preserve">6. </w:t>
      </w:r>
      <w:r w:rsidR="0085747A" w:rsidRPr="53EA3F55">
        <w:rPr>
          <w:rFonts w:ascii="Corbel" w:hAnsi="Corbel"/>
          <w:smallCaps w:val="0"/>
        </w:rPr>
        <w:t>PRAKTYKI ZAWODOWE W RAMACH PRZEDMIOTU</w:t>
      </w:r>
    </w:p>
    <w:p w14:paraId="6AE6E93A" w14:textId="77777777"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F4223D" w14:paraId="688D9449" w14:textId="77777777" w:rsidTr="005401D2">
        <w:trPr>
          <w:trHeight w:val="397"/>
        </w:trPr>
        <w:tc>
          <w:tcPr>
            <w:tcW w:w="3856" w:type="dxa"/>
          </w:tcPr>
          <w:p w14:paraId="378E3FF2" w14:textId="77777777"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6737F3B7" w14:textId="77777777" w:rsidR="0085747A" w:rsidRPr="00F4223D" w:rsidRDefault="12E2A14E" w:rsidP="53EA3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4223D" w14:paraId="7CA8310E" w14:textId="77777777" w:rsidTr="005401D2">
        <w:trPr>
          <w:trHeight w:val="397"/>
        </w:trPr>
        <w:tc>
          <w:tcPr>
            <w:tcW w:w="3856" w:type="dxa"/>
          </w:tcPr>
          <w:p w14:paraId="1A7EA870" w14:textId="77777777"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08108418" w14:textId="77777777" w:rsidR="0085747A" w:rsidRPr="00F4223D" w:rsidRDefault="074F8DA9" w:rsidP="53EA3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EA3F5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BD33916" w14:textId="31AB16CC" w:rsidR="7FB3ECD2" w:rsidRDefault="7FB3ECD2" w:rsidP="005401D2">
      <w:pPr>
        <w:spacing w:after="0" w:line="240" w:lineRule="auto"/>
      </w:pPr>
    </w:p>
    <w:p w14:paraId="49125038" w14:textId="77777777" w:rsidR="0085747A" w:rsidRDefault="00675843" w:rsidP="005401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="0085747A" w:rsidRPr="00F4223D">
        <w:rPr>
          <w:rFonts w:ascii="Corbel" w:hAnsi="Corbel"/>
          <w:smallCaps w:val="0"/>
          <w:szCs w:val="24"/>
        </w:rPr>
        <w:t>LITERATURA</w:t>
      </w:r>
    </w:p>
    <w:p w14:paraId="5E9C439E" w14:textId="77777777" w:rsidR="008663C0" w:rsidRPr="00F4223D" w:rsidRDefault="008663C0" w:rsidP="005401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7"/>
      </w:tblGrid>
      <w:tr w:rsidR="008663C0" w:rsidRPr="00F4223D" w14:paraId="1FC0DA1B" w14:textId="77777777" w:rsidTr="00A6431C">
        <w:trPr>
          <w:trHeight w:val="397"/>
        </w:trPr>
        <w:tc>
          <w:tcPr>
            <w:tcW w:w="7967" w:type="dxa"/>
          </w:tcPr>
          <w:p w14:paraId="2BDAE4FC" w14:textId="77777777" w:rsidR="008663C0" w:rsidRPr="00F4223D" w:rsidRDefault="13D00F15" w:rsidP="00EC6BF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53EA3F55"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20044DEE" w14:textId="1C73CEB6" w:rsidR="00981032" w:rsidRDefault="00981032" w:rsidP="005401D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Jagielski,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Kontrola administracji publicznej</w:t>
            </w:r>
            <w:r w:rsidRPr="00981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</w:t>
            </w:r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4, </w:t>
            </w:r>
            <w:proofErr w:type="spellStart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643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EF34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</w:t>
            </w:r>
            <w:r w:rsidR="00482E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602E6D0A" w14:textId="0E48DDDB" w:rsidR="002F7C62" w:rsidRDefault="002F7C62" w:rsidP="005401D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Jędrzejewski, H. Nowicki,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Kontrola administracji publicznej. </w:t>
            </w:r>
            <w:r w:rsidR="00A643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Kontrola a nadzór, struktura systemu, instytucje</w:t>
            </w:r>
            <w:r w:rsidRPr="002F7C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1995,</w:t>
            </w:r>
          </w:p>
          <w:p w14:paraId="701A00B5" w14:textId="30926A5C" w:rsidR="008663C0" w:rsidRDefault="1449461A" w:rsidP="005401D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</w:rPr>
            </w:pP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A.</w:t>
            </w:r>
            <w:r w:rsidR="3B0F9E85"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Barczewska-Dziobek, </w:t>
            </w:r>
            <w:r w:rsidRPr="7FB3ECD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Słowo o nadzorze administracji, </w:t>
            </w:r>
            <w:r w:rsidR="00EC6BF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7FB3ECD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W: Władztwo administracyjne: administracja publiczna w sferze imperium i w sferze dominium</w:t>
            </w: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 [red. nauk. Jan Łukasiewicz], Rzeszów: Towarzystwo Naukowe Organizacji i Kierownictwa. Dom Organizatora, 2012</w:t>
            </w:r>
            <w:r w:rsidR="2749158F"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</w:p>
          <w:p w14:paraId="309A050F" w14:textId="1B09E7E9" w:rsidR="00981032" w:rsidRPr="00F4223D" w:rsidRDefault="0CCA3763" w:rsidP="005401D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color w:val="000000"/>
              </w:rPr>
            </w:pP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M.</w:t>
            </w:r>
            <w:r w:rsidR="00B049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Szewczyk,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Nadzór w materialnym prawie administracyjnym. Administracja wobec wolności i innych praw podmiotowych jednos</w:t>
            </w:r>
            <w:r w:rsidR="5948F0AA"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tki,</w:t>
            </w:r>
            <w:r w:rsidR="5948F0AA"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ED2CB7"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Wydawnictwo Naukowe UAM, </w:t>
            </w: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1995</w:t>
            </w:r>
            <w:r w:rsidR="49A4F28D"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663C0" w:rsidRPr="00F4223D" w14:paraId="5AF8C80E" w14:textId="77777777" w:rsidTr="00A6431C">
        <w:trPr>
          <w:trHeight w:val="397"/>
        </w:trPr>
        <w:tc>
          <w:tcPr>
            <w:tcW w:w="7967" w:type="dxa"/>
          </w:tcPr>
          <w:p w14:paraId="447C067D" w14:textId="77777777" w:rsidR="008663C0" w:rsidRPr="00F4223D" w:rsidRDefault="13D00F15" w:rsidP="00EC6B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EA3F55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6511CA97" w14:textId="26836D6E" w:rsidR="00CB3106" w:rsidRDefault="46A7BA3F" w:rsidP="005401D2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color w:val="000000"/>
              </w:rPr>
            </w:pP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M.</w:t>
            </w:r>
            <w:r w:rsidR="00B049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Biliński, W. Gonet, H.</w:t>
            </w:r>
            <w:r w:rsidR="00B049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Wolska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</w:t>
            </w:r>
            <w:r w:rsidR="00B04934"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Kontrola oraz nadzór</w:t>
            </w:r>
            <w:r w:rsidR="00B905DE"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dotyczący realizacji zadań z zakresu</w:t>
            </w:r>
            <w:r w:rsidR="00B905DE"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gospodarki komunalnej</w:t>
            </w:r>
            <w:r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, Wolters Kluwer, 2020</w:t>
            </w:r>
            <w:r w:rsidR="49A4F28D" w:rsidRPr="53EA3F55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</w:p>
          <w:p w14:paraId="7695F33F" w14:textId="77777777" w:rsidR="00CB3106" w:rsidRPr="00482E56" w:rsidRDefault="00482E56" w:rsidP="005401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39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 xml:space="preserve">E. Ura, </w:t>
            </w:r>
            <w:r w:rsidRPr="00B0493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Prawo Administracyjne</w:t>
            </w:r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LexisNexis</w:t>
            </w:r>
            <w:proofErr w:type="spellEnd"/>
            <w:r w:rsidRPr="00482E56">
              <w:rPr>
                <w:rFonts w:ascii="Corbel" w:hAnsi="Corbel"/>
                <w:color w:val="000000"/>
                <w:sz w:val="24"/>
                <w:szCs w:val="24"/>
              </w:rPr>
              <w:t>, Warszawa 2012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</w:p>
          <w:p w14:paraId="71A1A368" w14:textId="0EA37A2B" w:rsidR="008663C0" w:rsidRPr="00B60562" w:rsidRDefault="550173F5" w:rsidP="005401D2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color w:val="000000"/>
              </w:rPr>
            </w:pP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A.</w:t>
            </w:r>
            <w:r w:rsidR="7E0C08DE"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Łukaszuk</w:t>
            </w:r>
            <w:r w:rsidRPr="7FB3ECD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Prawne uwarunkowania kontroli zarządczej </w:t>
            </w:r>
            <w:r w:rsidR="00EC6BF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br/>
            </w:r>
            <w:r w:rsidRPr="7FB3ECD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 jednostkach samorządu terytorialnego</w:t>
            </w:r>
            <w:r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, Zeszyty Naukowe Uniwersytetu Rzeszowskiego 77, Seria Prawnicza „Prawo12”, Rzeszów 2013</w:t>
            </w:r>
            <w:r w:rsidR="2749158F" w:rsidRPr="7FB3EC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6106BFCB" w14:textId="21CDDFC8" w:rsidR="00B60562" w:rsidRPr="00F4223D" w:rsidRDefault="00B60562" w:rsidP="005401D2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00B049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Gados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B049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Interpretacja terminu kontrola w uchwale Kolegium NIK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A6431C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Kontrola Państwowa 2018</w:t>
            </w:r>
          </w:p>
        </w:tc>
      </w:tr>
    </w:tbl>
    <w:p w14:paraId="151F9DDA" w14:textId="77777777"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F762B9" w14:textId="77777777"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34BB1" w14:textId="77777777" w:rsidR="0085747A" w:rsidRPr="00F422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42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A6355" w14:textId="77777777" w:rsidR="00307091" w:rsidRDefault="00307091" w:rsidP="00C16ABF">
      <w:pPr>
        <w:spacing w:after="0" w:line="240" w:lineRule="auto"/>
      </w:pPr>
      <w:r>
        <w:separator/>
      </w:r>
    </w:p>
  </w:endnote>
  <w:endnote w:type="continuationSeparator" w:id="0">
    <w:p w14:paraId="4592EC25" w14:textId="77777777" w:rsidR="00307091" w:rsidRDefault="003070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0F76E" w14:textId="77777777" w:rsidR="00307091" w:rsidRDefault="00307091" w:rsidP="00C16ABF">
      <w:pPr>
        <w:spacing w:after="0" w:line="240" w:lineRule="auto"/>
      </w:pPr>
      <w:r>
        <w:separator/>
      </w:r>
    </w:p>
  </w:footnote>
  <w:footnote w:type="continuationSeparator" w:id="0">
    <w:p w14:paraId="694EE713" w14:textId="77777777" w:rsidR="00307091" w:rsidRDefault="00307091" w:rsidP="00C16ABF">
      <w:pPr>
        <w:spacing w:after="0" w:line="240" w:lineRule="auto"/>
      </w:pPr>
      <w:r>
        <w:continuationSeparator/>
      </w:r>
    </w:p>
  </w:footnote>
  <w:footnote w:id="1">
    <w:p w14:paraId="327EEB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3348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95060">
    <w:abstractNumId w:val="0"/>
  </w:num>
  <w:num w:numId="2" w16cid:durableId="1904957">
    <w:abstractNumId w:val="3"/>
  </w:num>
  <w:num w:numId="3" w16cid:durableId="1390109267">
    <w:abstractNumId w:val="1"/>
  </w:num>
  <w:num w:numId="4" w16cid:durableId="18573077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2ED"/>
    <w:rsid w:val="00004459"/>
    <w:rsid w:val="000048FD"/>
    <w:rsid w:val="000077B4"/>
    <w:rsid w:val="000147D5"/>
    <w:rsid w:val="00015B8F"/>
    <w:rsid w:val="00022ECE"/>
    <w:rsid w:val="000236CD"/>
    <w:rsid w:val="00042A51"/>
    <w:rsid w:val="00042D2E"/>
    <w:rsid w:val="00044C82"/>
    <w:rsid w:val="00070ED6"/>
    <w:rsid w:val="000742DC"/>
    <w:rsid w:val="00082885"/>
    <w:rsid w:val="00084C12"/>
    <w:rsid w:val="0009462C"/>
    <w:rsid w:val="00094B12"/>
    <w:rsid w:val="00096C46"/>
    <w:rsid w:val="000A296F"/>
    <w:rsid w:val="000A2A28"/>
    <w:rsid w:val="000A4CA2"/>
    <w:rsid w:val="000A5219"/>
    <w:rsid w:val="000B192D"/>
    <w:rsid w:val="000B28EE"/>
    <w:rsid w:val="000B3E37"/>
    <w:rsid w:val="000C65AA"/>
    <w:rsid w:val="000D04B0"/>
    <w:rsid w:val="000D39D6"/>
    <w:rsid w:val="000D414D"/>
    <w:rsid w:val="000F1C57"/>
    <w:rsid w:val="000F5615"/>
    <w:rsid w:val="00100001"/>
    <w:rsid w:val="00121C29"/>
    <w:rsid w:val="00121F96"/>
    <w:rsid w:val="00124BFF"/>
    <w:rsid w:val="0012560E"/>
    <w:rsid w:val="00127108"/>
    <w:rsid w:val="00134B13"/>
    <w:rsid w:val="0013742A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C60C5"/>
    <w:rsid w:val="001C67CF"/>
    <w:rsid w:val="001C79BF"/>
    <w:rsid w:val="001D2AAB"/>
    <w:rsid w:val="001D657B"/>
    <w:rsid w:val="001D7B54"/>
    <w:rsid w:val="001E0209"/>
    <w:rsid w:val="001F2CA2"/>
    <w:rsid w:val="0020639A"/>
    <w:rsid w:val="002144C0"/>
    <w:rsid w:val="00217270"/>
    <w:rsid w:val="0022477D"/>
    <w:rsid w:val="002278A9"/>
    <w:rsid w:val="002336F9"/>
    <w:rsid w:val="0024028F"/>
    <w:rsid w:val="00243424"/>
    <w:rsid w:val="00244ABC"/>
    <w:rsid w:val="002466BB"/>
    <w:rsid w:val="00257CF4"/>
    <w:rsid w:val="0026727E"/>
    <w:rsid w:val="00273B07"/>
    <w:rsid w:val="002818B2"/>
    <w:rsid w:val="00281FF2"/>
    <w:rsid w:val="002857DE"/>
    <w:rsid w:val="002872CD"/>
    <w:rsid w:val="00291567"/>
    <w:rsid w:val="00296055"/>
    <w:rsid w:val="00296739"/>
    <w:rsid w:val="002A22BF"/>
    <w:rsid w:val="002A2389"/>
    <w:rsid w:val="002A3571"/>
    <w:rsid w:val="002A671D"/>
    <w:rsid w:val="002B29D2"/>
    <w:rsid w:val="002B4D55"/>
    <w:rsid w:val="002B5EA0"/>
    <w:rsid w:val="002B6119"/>
    <w:rsid w:val="002C1F06"/>
    <w:rsid w:val="002D3375"/>
    <w:rsid w:val="002D73D4"/>
    <w:rsid w:val="002E640E"/>
    <w:rsid w:val="002F02A3"/>
    <w:rsid w:val="002F3E54"/>
    <w:rsid w:val="002F4ABE"/>
    <w:rsid w:val="002F7C62"/>
    <w:rsid w:val="003018BA"/>
    <w:rsid w:val="0030395F"/>
    <w:rsid w:val="00305C92"/>
    <w:rsid w:val="00307091"/>
    <w:rsid w:val="0030732B"/>
    <w:rsid w:val="003151C5"/>
    <w:rsid w:val="00316F8D"/>
    <w:rsid w:val="003343CF"/>
    <w:rsid w:val="003351FB"/>
    <w:rsid w:val="003419EC"/>
    <w:rsid w:val="00346FE9"/>
    <w:rsid w:val="0034759A"/>
    <w:rsid w:val="003503F6"/>
    <w:rsid w:val="003530DD"/>
    <w:rsid w:val="0036125C"/>
    <w:rsid w:val="00363F3D"/>
    <w:rsid w:val="00363F78"/>
    <w:rsid w:val="00381154"/>
    <w:rsid w:val="003A0A5B"/>
    <w:rsid w:val="003A1176"/>
    <w:rsid w:val="003B30E2"/>
    <w:rsid w:val="003C0BAE"/>
    <w:rsid w:val="003D18A9"/>
    <w:rsid w:val="003D3A0B"/>
    <w:rsid w:val="003D54C5"/>
    <w:rsid w:val="003D6CE2"/>
    <w:rsid w:val="003E1329"/>
    <w:rsid w:val="003E1941"/>
    <w:rsid w:val="003E2FE6"/>
    <w:rsid w:val="003E43A2"/>
    <w:rsid w:val="003E49D5"/>
    <w:rsid w:val="003E5AC6"/>
    <w:rsid w:val="003F38C0"/>
    <w:rsid w:val="003F68C4"/>
    <w:rsid w:val="00414E3C"/>
    <w:rsid w:val="00416863"/>
    <w:rsid w:val="0042244A"/>
    <w:rsid w:val="00425DBB"/>
    <w:rsid w:val="0042745A"/>
    <w:rsid w:val="00431D5C"/>
    <w:rsid w:val="00432146"/>
    <w:rsid w:val="004362C6"/>
    <w:rsid w:val="00437FA2"/>
    <w:rsid w:val="00445970"/>
    <w:rsid w:val="004579A1"/>
    <w:rsid w:val="00461EFC"/>
    <w:rsid w:val="004652C2"/>
    <w:rsid w:val="00467280"/>
    <w:rsid w:val="004706D1"/>
    <w:rsid w:val="00471326"/>
    <w:rsid w:val="004721D6"/>
    <w:rsid w:val="0047598D"/>
    <w:rsid w:val="00482E56"/>
    <w:rsid w:val="004840FD"/>
    <w:rsid w:val="00490F7D"/>
    <w:rsid w:val="00491678"/>
    <w:rsid w:val="004968E2"/>
    <w:rsid w:val="004A3EEA"/>
    <w:rsid w:val="004A4D1F"/>
    <w:rsid w:val="004D5282"/>
    <w:rsid w:val="004D7553"/>
    <w:rsid w:val="004F1551"/>
    <w:rsid w:val="004F55A3"/>
    <w:rsid w:val="0050496F"/>
    <w:rsid w:val="0050631E"/>
    <w:rsid w:val="00513B6F"/>
    <w:rsid w:val="00517C63"/>
    <w:rsid w:val="00531E9F"/>
    <w:rsid w:val="00533BAF"/>
    <w:rsid w:val="00535449"/>
    <w:rsid w:val="005363C4"/>
    <w:rsid w:val="00536BDE"/>
    <w:rsid w:val="005401D2"/>
    <w:rsid w:val="00542CD8"/>
    <w:rsid w:val="00543ACC"/>
    <w:rsid w:val="00561846"/>
    <w:rsid w:val="0056696D"/>
    <w:rsid w:val="0059484D"/>
    <w:rsid w:val="005A0855"/>
    <w:rsid w:val="005A3196"/>
    <w:rsid w:val="005A3285"/>
    <w:rsid w:val="005A3E20"/>
    <w:rsid w:val="005A49EB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06FE"/>
    <w:rsid w:val="00621CE1"/>
    <w:rsid w:val="00627FC9"/>
    <w:rsid w:val="0063E7C7"/>
    <w:rsid w:val="00647FA8"/>
    <w:rsid w:val="00650C5F"/>
    <w:rsid w:val="00654934"/>
    <w:rsid w:val="006620D9"/>
    <w:rsid w:val="00665D29"/>
    <w:rsid w:val="00670220"/>
    <w:rsid w:val="00671958"/>
    <w:rsid w:val="00675843"/>
    <w:rsid w:val="00676174"/>
    <w:rsid w:val="00696477"/>
    <w:rsid w:val="006968C7"/>
    <w:rsid w:val="006C3643"/>
    <w:rsid w:val="006C4E62"/>
    <w:rsid w:val="006D050F"/>
    <w:rsid w:val="006D2A98"/>
    <w:rsid w:val="006D4A95"/>
    <w:rsid w:val="006D6139"/>
    <w:rsid w:val="006E5D65"/>
    <w:rsid w:val="006F1282"/>
    <w:rsid w:val="006F1FBC"/>
    <w:rsid w:val="006F31E2"/>
    <w:rsid w:val="0070058E"/>
    <w:rsid w:val="0070377D"/>
    <w:rsid w:val="0070402D"/>
    <w:rsid w:val="00704BA8"/>
    <w:rsid w:val="00706544"/>
    <w:rsid w:val="007072BA"/>
    <w:rsid w:val="0071620A"/>
    <w:rsid w:val="00721339"/>
    <w:rsid w:val="00724677"/>
    <w:rsid w:val="00725459"/>
    <w:rsid w:val="007327BD"/>
    <w:rsid w:val="00734608"/>
    <w:rsid w:val="00745302"/>
    <w:rsid w:val="007461D6"/>
    <w:rsid w:val="00746EC8"/>
    <w:rsid w:val="00763BF1"/>
    <w:rsid w:val="00766C40"/>
    <w:rsid w:val="00766FD4"/>
    <w:rsid w:val="00767F17"/>
    <w:rsid w:val="0078168C"/>
    <w:rsid w:val="00785E3C"/>
    <w:rsid w:val="00787C2A"/>
    <w:rsid w:val="00790E27"/>
    <w:rsid w:val="007A4022"/>
    <w:rsid w:val="007A6E6E"/>
    <w:rsid w:val="007B06E4"/>
    <w:rsid w:val="007C3299"/>
    <w:rsid w:val="007C3BCC"/>
    <w:rsid w:val="007C4546"/>
    <w:rsid w:val="007C74B9"/>
    <w:rsid w:val="007D6E56"/>
    <w:rsid w:val="007F003F"/>
    <w:rsid w:val="007F2DFD"/>
    <w:rsid w:val="007F4155"/>
    <w:rsid w:val="00804579"/>
    <w:rsid w:val="0081554D"/>
    <w:rsid w:val="0081707E"/>
    <w:rsid w:val="008219A7"/>
    <w:rsid w:val="00832532"/>
    <w:rsid w:val="008449B3"/>
    <w:rsid w:val="0085660A"/>
    <w:rsid w:val="0085747A"/>
    <w:rsid w:val="008663C0"/>
    <w:rsid w:val="00884922"/>
    <w:rsid w:val="00885038"/>
    <w:rsid w:val="00885F64"/>
    <w:rsid w:val="008917F9"/>
    <w:rsid w:val="00896416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08FF"/>
    <w:rsid w:val="008E09E9"/>
    <w:rsid w:val="008E5043"/>
    <w:rsid w:val="008E64F4"/>
    <w:rsid w:val="008F12C9"/>
    <w:rsid w:val="008F6E29"/>
    <w:rsid w:val="009133AC"/>
    <w:rsid w:val="00916188"/>
    <w:rsid w:val="00923D7D"/>
    <w:rsid w:val="009508DF"/>
    <w:rsid w:val="00950DAC"/>
    <w:rsid w:val="00954A07"/>
    <w:rsid w:val="00981032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D4056"/>
    <w:rsid w:val="009E3B41"/>
    <w:rsid w:val="009F3C5C"/>
    <w:rsid w:val="009F4610"/>
    <w:rsid w:val="00A00ECC"/>
    <w:rsid w:val="00A1078D"/>
    <w:rsid w:val="00A155EE"/>
    <w:rsid w:val="00A2245B"/>
    <w:rsid w:val="00A30110"/>
    <w:rsid w:val="00A36899"/>
    <w:rsid w:val="00A371F6"/>
    <w:rsid w:val="00A43BF6"/>
    <w:rsid w:val="00A52648"/>
    <w:rsid w:val="00A52693"/>
    <w:rsid w:val="00A53FA5"/>
    <w:rsid w:val="00A54817"/>
    <w:rsid w:val="00A601C8"/>
    <w:rsid w:val="00A60799"/>
    <w:rsid w:val="00A60D8A"/>
    <w:rsid w:val="00A6431C"/>
    <w:rsid w:val="00A77B68"/>
    <w:rsid w:val="00A84C85"/>
    <w:rsid w:val="00A87FCB"/>
    <w:rsid w:val="00A95165"/>
    <w:rsid w:val="00A97DE1"/>
    <w:rsid w:val="00AA0E4B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4934"/>
    <w:rsid w:val="00B06142"/>
    <w:rsid w:val="00B1125B"/>
    <w:rsid w:val="00B135B1"/>
    <w:rsid w:val="00B22DCE"/>
    <w:rsid w:val="00B261DB"/>
    <w:rsid w:val="00B3130B"/>
    <w:rsid w:val="00B355D6"/>
    <w:rsid w:val="00B40ADB"/>
    <w:rsid w:val="00B4340F"/>
    <w:rsid w:val="00B43B77"/>
    <w:rsid w:val="00B43E80"/>
    <w:rsid w:val="00B47F96"/>
    <w:rsid w:val="00B51C82"/>
    <w:rsid w:val="00B60562"/>
    <w:rsid w:val="00B607DB"/>
    <w:rsid w:val="00B66529"/>
    <w:rsid w:val="00B6776F"/>
    <w:rsid w:val="00B7054D"/>
    <w:rsid w:val="00B75946"/>
    <w:rsid w:val="00B8056E"/>
    <w:rsid w:val="00B819C8"/>
    <w:rsid w:val="00B82308"/>
    <w:rsid w:val="00B86AB8"/>
    <w:rsid w:val="00B905DE"/>
    <w:rsid w:val="00B90885"/>
    <w:rsid w:val="00B93C28"/>
    <w:rsid w:val="00BA694E"/>
    <w:rsid w:val="00BB520A"/>
    <w:rsid w:val="00BC518A"/>
    <w:rsid w:val="00BC5FC5"/>
    <w:rsid w:val="00BC717F"/>
    <w:rsid w:val="00BD3846"/>
    <w:rsid w:val="00BD3869"/>
    <w:rsid w:val="00BD4BF2"/>
    <w:rsid w:val="00BD66E9"/>
    <w:rsid w:val="00BD6FF4"/>
    <w:rsid w:val="00BE6755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66DF"/>
    <w:rsid w:val="00C77EE9"/>
    <w:rsid w:val="00C834E1"/>
    <w:rsid w:val="00C86B29"/>
    <w:rsid w:val="00C94B98"/>
    <w:rsid w:val="00CA2885"/>
    <w:rsid w:val="00CA2B96"/>
    <w:rsid w:val="00CA5089"/>
    <w:rsid w:val="00CB3106"/>
    <w:rsid w:val="00CC2222"/>
    <w:rsid w:val="00CD6897"/>
    <w:rsid w:val="00CE3CD8"/>
    <w:rsid w:val="00CE5BAC"/>
    <w:rsid w:val="00CE6CFB"/>
    <w:rsid w:val="00CF25BE"/>
    <w:rsid w:val="00CF6C79"/>
    <w:rsid w:val="00CF78ED"/>
    <w:rsid w:val="00CF7FE8"/>
    <w:rsid w:val="00D0229E"/>
    <w:rsid w:val="00D02B25"/>
    <w:rsid w:val="00D02EBA"/>
    <w:rsid w:val="00D12727"/>
    <w:rsid w:val="00D15855"/>
    <w:rsid w:val="00D17C3C"/>
    <w:rsid w:val="00D220D6"/>
    <w:rsid w:val="00D22B9B"/>
    <w:rsid w:val="00D24D91"/>
    <w:rsid w:val="00D26B2C"/>
    <w:rsid w:val="00D352C9"/>
    <w:rsid w:val="00D425B2"/>
    <w:rsid w:val="00D428D6"/>
    <w:rsid w:val="00D47D06"/>
    <w:rsid w:val="00D552B2"/>
    <w:rsid w:val="00D608D1"/>
    <w:rsid w:val="00D6776B"/>
    <w:rsid w:val="00D74119"/>
    <w:rsid w:val="00D74127"/>
    <w:rsid w:val="00D8075B"/>
    <w:rsid w:val="00D8678B"/>
    <w:rsid w:val="00D91344"/>
    <w:rsid w:val="00D9757C"/>
    <w:rsid w:val="00DA2114"/>
    <w:rsid w:val="00DA3FD4"/>
    <w:rsid w:val="00DB102A"/>
    <w:rsid w:val="00DB2CE6"/>
    <w:rsid w:val="00DD2831"/>
    <w:rsid w:val="00DD65E5"/>
    <w:rsid w:val="00DE09C0"/>
    <w:rsid w:val="00DE4A14"/>
    <w:rsid w:val="00DE6212"/>
    <w:rsid w:val="00DF320D"/>
    <w:rsid w:val="00DF71C8"/>
    <w:rsid w:val="00E01457"/>
    <w:rsid w:val="00E04DE4"/>
    <w:rsid w:val="00E115F0"/>
    <w:rsid w:val="00E129B8"/>
    <w:rsid w:val="00E21E7D"/>
    <w:rsid w:val="00E22FBC"/>
    <w:rsid w:val="00E24BF5"/>
    <w:rsid w:val="00E25338"/>
    <w:rsid w:val="00E32827"/>
    <w:rsid w:val="00E51E44"/>
    <w:rsid w:val="00E608A7"/>
    <w:rsid w:val="00E62226"/>
    <w:rsid w:val="00E63348"/>
    <w:rsid w:val="00E77E88"/>
    <w:rsid w:val="00E8107D"/>
    <w:rsid w:val="00E960BB"/>
    <w:rsid w:val="00EA2074"/>
    <w:rsid w:val="00EA4832"/>
    <w:rsid w:val="00EA4D31"/>
    <w:rsid w:val="00EA4E9D"/>
    <w:rsid w:val="00EB5A23"/>
    <w:rsid w:val="00EB6F9A"/>
    <w:rsid w:val="00EC4899"/>
    <w:rsid w:val="00EC6BF7"/>
    <w:rsid w:val="00ED03AB"/>
    <w:rsid w:val="00ED2CB7"/>
    <w:rsid w:val="00ED32D2"/>
    <w:rsid w:val="00ED45FE"/>
    <w:rsid w:val="00ED57B8"/>
    <w:rsid w:val="00EE32DE"/>
    <w:rsid w:val="00EE5457"/>
    <w:rsid w:val="00EE637C"/>
    <w:rsid w:val="00EF34D3"/>
    <w:rsid w:val="00F070AB"/>
    <w:rsid w:val="00F17567"/>
    <w:rsid w:val="00F27272"/>
    <w:rsid w:val="00F27A7B"/>
    <w:rsid w:val="00F37533"/>
    <w:rsid w:val="00F4223D"/>
    <w:rsid w:val="00F526AF"/>
    <w:rsid w:val="00F617C3"/>
    <w:rsid w:val="00F62690"/>
    <w:rsid w:val="00F7066B"/>
    <w:rsid w:val="00F83B28"/>
    <w:rsid w:val="00F85375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  <w:rsid w:val="0127971A"/>
    <w:rsid w:val="03AC5B96"/>
    <w:rsid w:val="06DD87BB"/>
    <w:rsid w:val="074F8DA9"/>
    <w:rsid w:val="0A9AF548"/>
    <w:rsid w:val="0CCA3763"/>
    <w:rsid w:val="10C99CD4"/>
    <w:rsid w:val="10D488AD"/>
    <w:rsid w:val="11490583"/>
    <w:rsid w:val="123FD165"/>
    <w:rsid w:val="12D46834"/>
    <w:rsid w:val="12E2A14E"/>
    <w:rsid w:val="13D00F15"/>
    <w:rsid w:val="141C2061"/>
    <w:rsid w:val="1449461A"/>
    <w:rsid w:val="161C7FFA"/>
    <w:rsid w:val="18BC4F88"/>
    <w:rsid w:val="1938AF90"/>
    <w:rsid w:val="1BBF37C0"/>
    <w:rsid w:val="1C1CB7D7"/>
    <w:rsid w:val="1DF163E8"/>
    <w:rsid w:val="24CEB28F"/>
    <w:rsid w:val="2749158F"/>
    <w:rsid w:val="28E21588"/>
    <w:rsid w:val="298067E8"/>
    <w:rsid w:val="29E6247F"/>
    <w:rsid w:val="2A699EC9"/>
    <w:rsid w:val="2B2D4E1C"/>
    <w:rsid w:val="2B980568"/>
    <w:rsid w:val="2E903D1D"/>
    <w:rsid w:val="308C2688"/>
    <w:rsid w:val="328EFACF"/>
    <w:rsid w:val="32BD9FA8"/>
    <w:rsid w:val="362E4334"/>
    <w:rsid w:val="36884F55"/>
    <w:rsid w:val="382988AF"/>
    <w:rsid w:val="3925A982"/>
    <w:rsid w:val="3B0F9E85"/>
    <w:rsid w:val="44EE1DEE"/>
    <w:rsid w:val="459E2DDD"/>
    <w:rsid w:val="46A7BA3F"/>
    <w:rsid w:val="471C5E79"/>
    <w:rsid w:val="49A4F28D"/>
    <w:rsid w:val="4D90E091"/>
    <w:rsid w:val="5187867F"/>
    <w:rsid w:val="53EA3F55"/>
    <w:rsid w:val="550173F5"/>
    <w:rsid w:val="56EF49E1"/>
    <w:rsid w:val="5948F0AA"/>
    <w:rsid w:val="61E4AB6A"/>
    <w:rsid w:val="64F42612"/>
    <w:rsid w:val="65D8E86E"/>
    <w:rsid w:val="6762A383"/>
    <w:rsid w:val="691847E5"/>
    <w:rsid w:val="6A08F3A9"/>
    <w:rsid w:val="6A9A4445"/>
    <w:rsid w:val="6D6FC8A3"/>
    <w:rsid w:val="6D943DEC"/>
    <w:rsid w:val="6DE382DF"/>
    <w:rsid w:val="74A5A997"/>
    <w:rsid w:val="76F8DFF9"/>
    <w:rsid w:val="7D7CDAA6"/>
    <w:rsid w:val="7E0C08DE"/>
    <w:rsid w:val="7F25A801"/>
    <w:rsid w:val="7FB3E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E985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7FA3-5708-47D0-8CF4-6DBE8743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2025-10-13T07:35:00Z</cp:lastPrinted>
  <dcterms:created xsi:type="dcterms:W3CDTF">2023-09-11T14:43:00Z</dcterms:created>
  <dcterms:modified xsi:type="dcterms:W3CDTF">2025-11-20T13:14:00Z</dcterms:modified>
</cp:coreProperties>
</file>